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269" w:rsidRDefault="00A60269" w:rsidP="001156ED">
      <w:pPr>
        <w:rPr>
          <w:sz w:val="32"/>
          <w:szCs w:val="32"/>
        </w:rPr>
      </w:pPr>
      <w:r>
        <w:rPr>
          <w:sz w:val="32"/>
          <w:szCs w:val="32"/>
        </w:rPr>
        <w:t xml:space="preserve">                                        __08___   __36_</w:t>
      </w:r>
    </w:p>
    <w:p w:rsidR="00A60269" w:rsidRDefault="00A60269" w:rsidP="001156ED">
      <w:pPr>
        <w:ind w:left="2832"/>
        <w:rPr>
          <w:sz w:val="32"/>
          <w:szCs w:val="32"/>
        </w:rPr>
      </w:pPr>
      <w:r>
        <w:rPr>
          <w:sz w:val="32"/>
          <w:szCs w:val="32"/>
        </w:rPr>
        <w:t xml:space="preserve">  (месяц)     (номер)</w:t>
      </w:r>
    </w:p>
    <w:p w:rsidR="00A60269" w:rsidRDefault="00A60269" w:rsidP="001156ED">
      <w:pPr>
        <w:jc w:val="center"/>
        <w:rPr>
          <w:sz w:val="32"/>
          <w:szCs w:val="32"/>
        </w:rPr>
      </w:pPr>
    </w:p>
    <w:p w:rsidR="00A60269" w:rsidRDefault="00A60269" w:rsidP="001156ED">
      <w:pPr>
        <w:jc w:val="center"/>
        <w:rPr>
          <w:sz w:val="32"/>
          <w:szCs w:val="32"/>
        </w:rPr>
      </w:pPr>
    </w:p>
    <w:p w:rsidR="00A60269" w:rsidRDefault="00A60269" w:rsidP="001156ED">
      <w:pPr>
        <w:jc w:val="center"/>
        <w:rPr>
          <w:sz w:val="32"/>
          <w:szCs w:val="32"/>
        </w:rPr>
      </w:pPr>
    </w:p>
    <w:p w:rsidR="00A60269" w:rsidRDefault="00A60269" w:rsidP="001156ED">
      <w:pPr>
        <w:jc w:val="center"/>
        <w:rPr>
          <w:sz w:val="32"/>
          <w:szCs w:val="32"/>
        </w:rPr>
      </w:pPr>
    </w:p>
    <w:p w:rsidR="00A60269" w:rsidRDefault="00A60269" w:rsidP="001156ED">
      <w:pPr>
        <w:jc w:val="center"/>
        <w:rPr>
          <w:sz w:val="144"/>
          <w:szCs w:val="144"/>
        </w:rPr>
      </w:pPr>
    </w:p>
    <w:p w:rsidR="00A60269" w:rsidRDefault="00A60269" w:rsidP="001156ED">
      <w:pPr>
        <w:jc w:val="center"/>
        <w:rPr>
          <w:sz w:val="144"/>
          <w:szCs w:val="144"/>
        </w:rPr>
      </w:pPr>
      <w:r>
        <w:rPr>
          <w:sz w:val="144"/>
          <w:szCs w:val="144"/>
        </w:rPr>
        <w:t>ВЕСТНИК</w:t>
      </w:r>
    </w:p>
    <w:p w:rsidR="00A60269" w:rsidRDefault="00A60269" w:rsidP="001156ED">
      <w:pPr>
        <w:jc w:val="center"/>
        <w:rPr>
          <w:sz w:val="48"/>
          <w:szCs w:val="48"/>
        </w:rPr>
      </w:pPr>
      <w:r>
        <w:rPr>
          <w:sz w:val="48"/>
          <w:szCs w:val="48"/>
        </w:rPr>
        <w:t>МУНИЦИПАЛЬНЫХ ПРАВОВЫХ АКТОВ</w:t>
      </w:r>
    </w:p>
    <w:p w:rsidR="00A60269" w:rsidRDefault="00A60269" w:rsidP="001156ED">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A60269" w:rsidRDefault="00A60269" w:rsidP="001156ED">
      <w:pPr>
        <w:jc w:val="center"/>
        <w:rPr>
          <w:sz w:val="48"/>
          <w:szCs w:val="48"/>
        </w:rPr>
      </w:pPr>
    </w:p>
    <w:p w:rsidR="00A60269" w:rsidRDefault="00A60269" w:rsidP="001156ED">
      <w:pPr>
        <w:jc w:val="center"/>
        <w:rPr>
          <w:sz w:val="48"/>
          <w:szCs w:val="48"/>
        </w:rPr>
      </w:pPr>
    </w:p>
    <w:p w:rsidR="00A60269" w:rsidRDefault="00A60269" w:rsidP="001156ED">
      <w:pPr>
        <w:jc w:val="center"/>
        <w:rPr>
          <w:sz w:val="48"/>
          <w:szCs w:val="48"/>
        </w:rPr>
      </w:pPr>
    </w:p>
    <w:p w:rsidR="00A60269" w:rsidRDefault="00A60269" w:rsidP="001156ED">
      <w:pPr>
        <w:jc w:val="center"/>
        <w:rPr>
          <w:sz w:val="48"/>
          <w:szCs w:val="48"/>
        </w:rPr>
      </w:pPr>
      <w:r>
        <w:rPr>
          <w:sz w:val="48"/>
          <w:szCs w:val="48"/>
        </w:rPr>
        <w:t>16.08.2013 г.</w:t>
      </w:r>
    </w:p>
    <w:p w:rsidR="00A60269" w:rsidRDefault="00A60269" w:rsidP="001156ED">
      <w:pPr>
        <w:jc w:val="center"/>
        <w:rPr>
          <w:sz w:val="48"/>
          <w:szCs w:val="48"/>
        </w:rPr>
      </w:pPr>
    </w:p>
    <w:p w:rsidR="00A60269" w:rsidRDefault="00A60269" w:rsidP="001156ED">
      <w:pPr>
        <w:rPr>
          <w:sz w:val="48"/>
          <w:szCs w:val="48"/>
        </w:rPr>
      </w:pPr>
    </w:p>
    <w:p w:rsidR="00A60269" w:rsidRDefault="00A60269" w:rsidP="001156ED">
      <w:pPr>
        <w:jc w:val="center"/>
        <w:rPr>
          <w:sz w:val="48"/>
          <w:szCs w:val="48"/>
        </w:rPr>
      </w:pPr>
      <w:r>
        <w:rPr>
          <w:sz w:val="48"/>
          <w:szCs w:val="48"/>
        </w:rPr>
        <w:t>Учредитель:</w:t>
      </w:r>
    </w:p>
    <w:p w:rsidR="00A60269" w:rsidRDefault="00A60269" w:rsidP="001156ED">
      <w:pPr>
        <w:jc w:val="center"/>
        <w:rPr>
          <w:sz w:val="44"/>
          <w:szCs w:val="44"/>
        </w:rPr>
      </w:pPr>
      <w:r>
        <w:rPr>
          <w:sz w:val="44"/>
          <w:szCs w:val="44"/>
        </w:rPr>
        <w:t xml:space="preserve">Совет народных депутатов </w:t>
      </w:r>
    </w:p>
    <w:p w:rsidR="00A60269" w:rsidRDefault="00A60269" w:rsidP="001156ED">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A60269" w:rsidRDefault="00A60269" w:rsidP="001156ED">
      <w:pPr>
        <w:jc w:val="center"/>
        <w:rPr>
          <w:sz w:val="44"/>
          <w:szCs w:val="44"/>
        </w:rPr>
      </w:pPr>
    </w:p>
    <w:p w:rsidR="00A60269" w:rsidRDefault="00A60269" w:rsidP="001156ED">
      <w:pPr>
        <w:jc w:val="right"/>
        <w:rPr>
          <w:b/>
          <w:bCs/>
        </w:rPr>
      </w:pPr>
      <w:r>
        <w:rPr>
          <w:b/>
          <w:bCs/>
        </w:rPr>
        <w:t xml:space="preserve">                                                                                                                                             </w:t>
      </w:r>
      <w:r>
        <w:t xml:space="preserve">                                 </w:t>
      </w:r>
      <w:r>
        <w:rPr>
          <w:b/>
          <w:bCs/>
        </w:rPr>
        <w:t xml:space="preserve">  </w:t>
      </w:r>
    </w:p>
    <w:p w:rsidR="00A60269" w:rsidRPr="00187717" w:rsidRDefault="00A60269" w:rsidP="00187717">
      <w:pPr>
        <w:jc w:val="center"/>
        <w:rPr>
          <w:b/>
          <w:bCs/>
        </w:rPr>
      </w:pPr>
      <w:r>
        <w:t xml:space="preserve">                                                                                                                </w:t>
      </w:r>
    </w:p>
    <w:p w:rsidR="00A60269" w:rsidRDefault="00A60269" w:rsidP="0014218C">
      <w:pPr>
        <w:pStyle w:val="ConsPlusTitle"/>
        <w:jc w:val="center"/>
      </w:pPr>
    </w:p>
    <w:p w:rsidR="00A60269" w:rsidRDefault="00A60269" w:rsidP="0014218C">
      <w:pPr>
        <w:pStyle w:val="ConsPlusTitle"/>
        <w:jc w:val="center"/>
      </w:pPr>
      <w:r w:rsidRPr="006B2B8E">
        <w:t>АДМИНИСТРАЦИЯ</w:t>
      </w:r>
    </w:p>
    <w:p w:rsidR="00A60269" w:rsidRDefault="00A60269" w:rsidP="0014218C">
      <w:pPr>
        <w:pStyle w:val="ConsPlusTitle"/>
        <w:jc w:val="center"/>
      </w:pPr>
      <w:r w:rsidRPr="006B2B8E">
        <w:t xml:space="preserve"> </w:t>
      </w:r>
      <w:r>
        <w:t>ХРЕЩАТОВСКОГО СЕЛЬСКОГО ПОСЕЛЕНИЯ</w:t>
      </w:r>
    </w:p>
    <w:p w:rsidR="00A60269" w:rsidRDefault="00A60269" w:rsidP="0014218C">
      <w:pPr>
        <w:pStyle w:val="ConsPlusTitle"/>
        <w:jc w:val="center"/>
      </w:pPr>
      <w:r>
        <w:t xml:space="preserve">КАЛАЧЕЕВСКОГО МУНИЦИПАЛЬНОГО РАЙОНА </w:t>
      </w:r>
    </w:p>
    <w:p w:rsidR="00A60269" w:rsidRPr="006B2B8E" w:rsidRDefault="00A60269" w:rsidP="0014218C">
      <w:pPr>
        <w:pStyle w:val="ConsPlusTitle"/>
        <w:jc w:val="center"/>
      </w:pPr>
      <w:r>
        <w:t>ВОРОНЕЖСКОЙ ОБЛАСТИ</w:t>
      </w:r>
    </w:p>
    <w:p w:rsidR="00A60269" w:rsidRPr="006B2B8E" w:rsidRDefault="00A60269" w:rsidP="0014218C">
      <w:pPr>
        <w:pStyle w:val="ConsPlusTitle"/>
        <w:jc w:val="center"/>
      </w:pPr>
    </w:p>
    <w:p w:rsidR="00A60269" w:rsidRDefault="00A60269" w:rsidP="0014218C">
      <w:pPr>
        <w:pStyle w:val="ConsPlusTitle"/>
        <w:jc w:val="center"/>
      </w:pPr>
      <w:r w:rsidRPr="006B2B8E">
        <w:t>ПОСТАНОВ</w:t>
      </w:r>
      <w:r>
        <w:t>Л</w:t>
      </w:r>
      <w:r w:rsidRPr="006B2B8E">
        <w:t xml:space="preserve">ЕНИЕ </w:t>
      </w:r>
    </w:p>
    <w:p w:rsidR="00A60269" w:rsidRDefault="00A60269" w:rsidP="0014218C">
      <w:pPr>
        <w:pStyle w:val="ConsPlusTitle"/>
      </w:pPr>
      <w:r>
        <w:t xml:space="preserve"> Принято  администрацией  Хрещатовского сельского поселения</w:t>
      </w:r>
    </w:p>
    <w:p w:rsidR="00A60269" w:rsidRDefault="00A60269" w:rsidP="0014218C">
      <w:pPr>
        <w:pStyle w:val="ConsPlusTitle"/>
      </w:pPr>
      <w:r>
        <w:t xml:space="preserve">16 августа  2013 г.   </w:t>
      </w:r>
    </w:p>
    <w:p w:rsidR="00A60269" w:rsidRPr="006B2B8E" w:rsidRDefault="00A60269" w:rsidP="0014218C">
      <w:pPr>
        <w:pStyle w:val="ConsPlusTitle"/>
      </w:pPr>
    </w:p>
    <w:p w:rsidR="00A60269" w:rsidRPr="0014218C" w:rsidRDefault="00A60269" w:rsidP="0014218C">
      <w:pPr>
        <w:pStyle w:val="ConsPlusTitle"/>
        <w:rPr>
          <w:b w:val="0"/>
          <w:bCs w:val="0"/>
          <w:caps/>
          <w:sz w:val="18"/>
          <w:szCs w:val="18"/>
        </w:rPr>
      </w:pPr>
      <w:r w:rsidRPr="0014218C">
        <w:rPr>
          <w:b w:val="0"/>
          <w:bCs w:val="0"/>
          <w:caps/>
          <w:sz w:val="18"/>
          <w:szCs w:val="18"/>
        </w:rPr>
        <w:t xml:space="preserve">О ПОРЯДКЕ ОРГАНИЗАЦИИ </w:t>
      </w:r>
    </w:p>
    <w:p w:rsidR="00A60269" w:rsidRPr="0014218C" w:rsidRDefault="00A60269" w:rsidP="0014218C">
      <w:pPr>
        <w:pStyle w:val="ConsPlusTitle"/>
        <w:rPr>
          <w:b w:val="0"/>
          <w:bCs w:val="0"/>
          <w:caps/>
          <w:sz w:val="18"/>
          <w:szCs w:val="18"/>
        </w:rPr>
      </w:pPr>
      <w:r w:rsidRPr="0014218C">
        <w:rPr>
          <w:b w:val="0"/>
          <w:bCs w:val="0"/>
          <w:caps/>
          <w:sz w:val="18"/>
          <w:szCs w:val="18"/>
        </w:rPr>
        <w:t xml:space="preserve">И ОСУЩЕСТВЛЕНИЯ </w:t>
      </w:r>
    </w:p>
    <w:p w:rsidR="00A60269" w:rsidRPr="0014218C" w:rsidRDefault="00A60269" w:rsidP="0014218C">
      <w:pPr>
        <w:pStyle w:val="ConsPlusTitle"/>
        <w:rPr>
          <w:b w:val="0"/>
          <w:bCs w:val="0"/>
          <w:caps/>
          <w:sz w:val="18"/>
          <w:szCs w:val="18"/>
        </w:rPr>
      </w:pPr>
      <w:r w:rsidRPr="0014218C">
        <w:rPr>
          <w:b w:val="0"/>
          <w:bCs w:val="0"/>
          <w:caps/>
          <w:sz w:val="18"/>
          <w:szCs w:val="18"/>
        </w:rPr>
        <w:t>МУНИЦИПАЛЬНОГО ЖИЛИЩНОГО</w:t>
      </w:r>
    </w:p>
    <w:p w:rsidR="00A60269" w:rsidRPr="0014218C" w:rsidRDefault="00A60269" w:rsidP="0014218C">
      <w:pPr>
        <w:pStyle w:val="ConsPlusTitle"/>
        <w:rPr>
          <w:b w:val="0"/>
          <w:bCs w:val="0"/>
          <w:caps/>
          <w:sz w:val="18"/>
          <w:szCs w:val="18"/>
        </w:rPr>
      </w:pPr>
      <w:r w:rsidRPr="0014218C">
        <w:rPr>
          <w:b w:val="0"/>
          <w:bCs w:val="0"/>
          <w:caps/>
          <w:sz w:val="18"/>
          <w:szCs w:val="18"/>
        </w:rPr>
        <w:t xml:space="preserve">КОНТРОЛЯ НА ТЕРРИТОРИИ </w:t>
      </w:r>
    </w:p>
    <w:p w:rsidR="00A60269" w:rsidRPr="0014218C" w:rsidRDefault="00A60269" w:rsidP="0014218C">
      <w:pPr>
        <w:pStyle w:val="ConsPlusTitle"/>
        <w:rPr>
          <w:b w:val="0"/>
          <w:bCs w:val="0"/>
          <w:caps/>
          <w:sz w:val="18"/>
          <w:szCs w:val="18"/>
        </w:rPr>
      </w:pPr>
      <w:r w:rsidRPr="0014218C">
        <w:rPr>
          <w:b w:val="0"/>
          <w:bCs w:val="0"/>
          <w:caps/>
          <w:sz w:val="18"/>
          <w:szCs w:val="18"/>
        </w:rPr>
        <w:t>ХРЕЩАТОВСКОГО СЕЛЬСКОГО ПОСЕЛЕНИЯ</w:t>
      </w:r>
    </w:p>
    <w:p w:rsidR="00A60269" w:rsidRPr="0014218C" w:rsidRDefault="00A60269" w:rsidP="0014218C">
      <w:pPr>
        <w:pStyle w:val="ConsPlusTitle"/>
        <w:rPr>
          <w:b w:val="0"/>
          <w:bCs w:val="0"/>
          <w:caps/>
          <w:sz w:val="18"/>
          <w:szCs w:val="18"/>
        </w:rPr>
      </w:pPr>
      <w:r w:rsidRPr="0014218C">
        <w:rPr>
          <w:b w:val="0"/>
          <w:bCs w:val="0"/>
          <w:caps/>
          <w:sz w:val="18"/>
          <w:szCs w:val="18"/>
        </w:rPr>
        <w:t xml:space="preserve">КАЛАЧЕЕВСКОГО МУНИЦИПАЛЬНОГО РАЙОНА </w:t>
      </w:r>
    </w:p>
    <w:p w:rsidR="00A60269" w:rsidRPr="0014218C" w:rsidRDefault="00A60269" w:rsidP="0014218C">
      <w:pPr>
        <w:pStyle w:val="ConsPlusTitle"/>
        <w:rPr>
          <w:b w:val="0"/>
          <w:bCs w:val="0"/>
          <w:sz w:val="18"/>
          <w:szCs w:val="18"/>
        </w:rPr>
      </w:pPr>
    </w:p>
    <w:p w:rsidR="00A60269" w:rsidRPr="006B2B8E" w:rsidRDefault="00A60269" w:rsidP="0014218C">
      <w:pPr>
        <w:autoSpaceDE w:val="0"/>
        <w:autoSpaceDN w:val="0"/>
        <w:adjustRightInd w:val="0"/>
        <w:jc w:val="both"/>
      </w:pPr>
      <w:r>
        <w:t xml:space="preserve">           </w:t>
      </w:r>
      <w:r w:rsidRPr="006B2B8E">
        <w:t xml:space="preserve">В целях организации и осуществления муниципального жилищного контроля на территории муниципального образования, в соответствии с Жилищным </w:t>
      </w:r>
      <w:hyperlink r:id="rId6" w:history="1">
        <w:r w:rsidRPr="006B2B8E">
          <w:t>кодексом</w:t>
        </w:r>
      </w:hyperlink>
      <w:r w:rsidRPr="006B2B8E">
        <w:t xml:space="preserve"> Российской Федерации, Федеральным закон</w:t>
      </w:r>
      <w:r>
        <w:t>ом</w:t>
      </w:r>
      <w:r w:rsidRPr="006B2B8E">
        <w:t xml:space="preserve"> от 06.10.2003 </w:t>
      </w:r>
      <w:hyperlink r:id="rId7" w:history="1">
        <w:r>
          <w:t>№</w:t>
        </w:r>
      </w:hyperlink>
      <w:r>
        <w:t>131-ФЗ</w:t>
      </w:r>
      <w:r w:rsidRPr="006B2B8E">
        <w:t xml:space="preserve"> </w:t>
      </w:r>
      <w:r>
        <w:t>«</w:t>
      </w:r>
      <w:r w:rsidRPr="006B2B8E">
        <w:t>Об общих принципах организации местного самоуправления в Российской Федерации</w:t>
      </w:r>
      <w:r>
        <w:t>»</w:t>
      </w:r>
      <w:r w:rsidRPr="006B2B8E">
        <w:t>,</w:t>
      </w:r>
      <w:r>
        <w:t xml:space="preserve"> </w:t>
      </w:r>
      <w:r w:rsidRPr="006B2B8E">
        <w:t>Федеральным закон</w:t>
      </w:r>
      <w:r>
        <w:t>ом</w:t>
      </w:r>
      <w:r w:rsidRPr="006B2B8E">
        <w:t xml:space="preserve"> от 26.12.2008 </w:t>
      </w:r>
      <w:hyperlink r:id="rId8" w:history="1">
        <w:r>
          <w:t>№</w:t>
        </w:r>
      </w:hyperlink>
      <w:r w:rsidRPr="006B2B8E">
        <w:t xml:space="preserve"> </w:t>
      </w:r>
      <w:r>
        <w:t>294-ФЗ «</w:t>
      </w:r>
      <w:r w:rsidRPr="006B2B8E">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t>»</w:t>
      </w:r>
      <w:r w:rsidRPr="006B2B8E">
        <w:t>, Законом Во</w:t>
      </w:r>
      <w:r>
        <w:t xml:space="preserve">ронежской </w:t>
      </w:r>
      <w:r w:rsidRPr="006B2B8E">
        <w:t xml:space="preserve">области </w:t>
      </w:r>
      <w:r>
        <w:t xml:space="preserve">«О муниципальном жилищном контроле на территории Воронежской области», </w:t>
      </w:r>
      <w:r w:rsidRPr="006B2B8E">
        <w:t>Законом Во</w:t>
      </w:r>
      <w:r>
        <w:t xml:space="preserve">ронежской </w:t>
      </w:r>
      <w:r w:rsidRPr="006B2B8E">
        <w:t xml:space="preserve">области </w:t>
      </w:r>
      <w:r>
        <w:t>«</w:t>
      </w:r>
      <w:r w:rsidRPr="006B2B8E">
        <w:t xml:space="preserve">О </w:t>
      </w:r>
      <w:r>
        <w:t xml:space="preserve">порядке взаимодействия при организации и осуществлении </w:t>
      </w:r>
      <w:r w:rsidRPr="006B2B8E">
        <w:t>муниципально</w:t>
      </w:r>
      <w:r>
        <w:t>го</w:t>
      </w:r>
      <w:r w:rsidRPr="006B2B8E">
        <w:t xml:space="preserve"> жилищно</w:t>
      </w:r>
      <w:r>
        <w:t>го</w:t>
      </w:r>
      <w:r w:rsidRPr="006B2B8E">
        <w:t xml:space="preserve"> контрол</w:t>
      </w:r>
      <w:r>
        <w:t>я на территории Воронежской области органов муниципального жилищного контроля с исполнительным органом государственной власти Воронежской области, уполномоченным осуществлять региональный государственный жилищный надзор»</w:t>
      </w:r>
      <w:r w:rsidRPr="006B2B8E">
        <w:t>, руководствуясь</w:t>
      </w:r>
      <w:r>
        <w:t xml:space="preserve"> </w:t>
      </w:r>
      <w:hyperlink r:id="rId9" w:history="1">
        <w:r w:rsidRPr="006B2B8E">
          <w:t>Устав</w:t>
        </w:r>
        <w:r>
          <w:t>ом</w:t>
        </w:r>
      </w:hyperlink>
      <w:r>
        <w:t xml:space="preserve">  Хрещатовского  сельского   поселения,</w:t>
      </w:r>
      <w:r w:rsidRPr="006B2B8E">
        <w:t xml:space="preserve"> </w:t>
      </w:r>
      <w:r>
        <w:t xml:space="preserve">администрация  Хрещатовского сельского поселения </w:t>
      </w:r>
      <w:r>
        <w:rPr>
          <w:b/>
          <w:bCs/>
        </w:rPr>
        <w:t>постановляет</w:t>
      </w:r>
      <w:r w:rsidRPr="0090672C">
        <w:rPr>
          <w:b/>
          <w:bCs/>
        </w:rPr>
        <w:t>:</w:t>
      </w:r>
    </w:p>
    <w:p w:rsidR="00A60269" w:rsidRPr="006B2B8E" w:rsidRDefault="00A60269" w:rsidP="0014218C">
      <w:pPr>
        <w:autoSpaceDE w:val="0"/>
        <w:autoSpaceDN w:val="0"/>
        <w:adjustRightInd w:val="0"/>
        <w:jc w:val="both"/>
      </w:pPr>
    </w:p>
    <w:p w:rsidR="00A60269" w:rsidRPr="006B2B8E" w:rsidRDefault="00A60269" w:rsidP="0014218C">
      <w:pPr>
        <w:autoSpaceDE w:val="0"/>
        <w:autoSpaceDN w:val="0"/>
        <w:adjustRightInd w:val="0"/>
        <w:jc w:val="both"/>
      </w:pPr>
      <w:r w:rsidRPr="006B2B8E">
        <w:t xml:space="preserve">1. Утвердить </w:t>
      </w:r>
      <w:hyperlink r:id="rId10" w:history="1">
        <w:r w:rsidRPr="006B2B8E">
          <w:t>Порядок</w:t>
        </w:r>
      </w:hyperlink>
      <w:r w:rsidRPr="006B2B8E">
        <w:t xml:space="preserve"> организации и осуществления муниципального жилищного контроля на территории муниципального образования (приложение).</w:t>
      </w:r>
    </w:p>
    <w:p w:rsidR="00A60269" w:rsidRDefault="00A60269" w:rsidP="0014218C">
      <w:pPr>
        <w:autoSpaceDE w:val="0"/>
        <w:autoSpaceDN w:val="0"/>
        <w:adjustRightInd w:val="0"/>
        <w:jc w:val="both"/>
      </w:pPr>
      <w:r w:rsidRPr="006B2B8E">
        <w:t xml:space="preserve">2. </w:t>
      </w:r>
      <w:r>
        <w:t>Уполномочить:</w:t>
      </w:r>
    </w:p>
    <w:p w:rsidR="00A60269" w:rsidRDefault="00A60269" w:rsidP="0014218C">
      <w:pPr>
        <w:autoSpaceDE w:val="0"/>
        <w:autoSpaceDN w:val="0"/>
        <w:adjustRightInd w:val="0"/>
        <w:jc w:val="both"/>
      </w:pPr>
      <w:r>
        <w:t>2.1. Шулекина Николая Ивановича на организацию и осуществление муниципального жилищного контроля.</w:t>
      </w:r>
    </w:p>
    <w:p w:rsidR="00A60269" w:rsidRPr="006B2B8E" w:rsidRDefault="00A60269" w:rsidP="0014218C">
      <w:pPr>
        <w:autoSpaceDE w:val="0"/>
        <w:autoSpaceDN w:val="0"/>
        <w:adjustRightInd w:val="0"/>
        <w:jc w:val="both"/>
      </w:pPr>
      <w:r w:rsidRPr="006B2B8E">
        <w:t xml:space="preserve">2.2. Должностные лица </w:t>
      </w:r>
      <w:r>
        <w:t>Шулекин Николай Иванович,</w:t>
      </w:r>
      <w:r w:rsidRPr="006B2B8E">
        <w:t xml:space="preserve"> осуществляющие муниципальный жилищный контроль, являются муниципальными жилищными инспекторами.</w:t>
      </w:r>
    </w:p>
    <w:p w:rsidR="00A60269" w:rsidRDefault="00A60269" w:rsidP="0014218C">
      <w:pPr>
        <w:autoSpaceDE w:val="0"/>
        <w:autoSpaceDN w:val="0"/>
        <w:adjustRightInd w:val="0"/>
        <w:jc w:val="both"/>
      </w:pPr>
      <w:r>
        <w:t>3. Контроль за исполнением настоящего постановления оставляю за собой.</w:t>
      </w:r>
    </w:p>
    <w:p w:rsidR="00A60269" w:rsidRPr="009F7430" w:rsidRDefault="00A60269" w:rsidP="0014218C">
      <w:pPr>
        <w:autoSpaceDE w:val="0"/>
        <w:autoSpaceDN w:val="0"/>
        <w:adjustRightInd w:val="0"/>
        <w:jc w:val="both"/>
      </w:pPr>
      <w:r>
        <w:t>4</w:t>
      </w:r>
      <w:r w:rsidRPr="009F7430">
        <w:t xml:space="preserve">. Настоящие постановление вступает в силу </w:t>
      </w:r>
      <w:r>
        <w:t>со дня официального опубликования в Вестнике муниципальных правовых актов Хрещатовского сельского поселения Калачеевского муниципального района.</w:t>
      </w:r>
      <w:r w:rsidRPr="009F7430">
        <w:t xml:space="preserve">  </w:t>
      </w:r>
    </w:p>
    <w:p w:rsidR="00A60269" w:rsidRDefault="00A60269" w:rsidP="0014218C">
      <w:pPr>
        <w:autoSpaceDE w:val="0"/>
        <w:autoSpaceDN w:val="0"/>
        <w:adjustRightInd w:val="0"/>
        <w:jc w:val="both"/>
      </w:pPr>
    </w:p>
    <w:p w:rsidR="00A60269" w:rsidRDefault="00A60269" w:rsidP="0014218C">
      <w:pPr>
        <w:pStyle w:val="ConsPlusTitle"/>
        <w:jc w:val="center"/>
      </w:pPr>
    </w:p>
    <w:p w:rsidR="00A60269" w:rsidRDefault="00A60269" w:rsidP="0014218C">
      <w:pPr>
        <w:pStyle w:val="ConsPlusTitle"/>
        <w:jc w:val="center"/>
      </w:pPr>
    </w:p>
    <w:p w:rsidR="00A60269" w:rsidRDefault="00A60269" w:rsidP="0014218C">
      <w:pPr>
        <w:pStyle w:val="ConsPlusTitle"/>
      </w:pPr>
    </w:p>
    <w:p w:rsidR="00A60269" w:rsidRDefault="00A60269" w:rsidP="0014218C">
      <w:pPr>
        <w:pStyle w:val="ConsPlusTitle"/>
      </w:pPr>
      <w:r>
        <w:t xml:space="preserve">Глава Хрещатовского сельского поселения                                                                                 </w:t>
      </w:r>
    </w:p>
    <w:p w:rsidR="00A60269" w:rsidRDefault="00A60269" w:rsidP="0014218C">
      <w:pPr>
        <w:pStyle w:val="ConsPlusTitle"/>
      </w:pPr>
      <w:r>
        <w:t xml:space="preserve">16  августа  2013 г. № 57 село Хрещатое                                                                                                                  </w:t>
      </w:r>
    </w:p>
    <w:p w:rsidR="00A60269" w:rsidRDefault="00A60269" w:rsidP="0014218C">
      <w:pPr>
        <w:pStyle w:val="ConsPlusTitle"/>
      </w:pPr>
      <w:r>
        <w:t xml:space="preserve">                                                                                                                        Н.И.Шулекин</w:t>
      </w:r>
    </w:p>
    <w:p w:rsidR="00A60269" w:rsidRDefault="00A60269" w:rsidP="0014218C">
      <w:pPr>
        <w:pStyle w:val="ConsPlusTitle"/>
      </w:pPr>
    </w:p>
    <w:p w:rsidR="00A60269" w:rsidRDefault="00A60269" w:rsidP="00187717">
      <w:pPr>
        <w:pStyle w:val="ConsPlusTitle"/>
      </w:pPr>
    </w:p>
    <w:p w:rsidR="00A60269" w:rsidRDefault="00A60269" w:rsidP="00187717">
      <w:pPr>
        <w:pStyle w:val="ConsPlusTitle"/>
      </w:pPr>
    </w:p>
    <w:p w:rsidR="00A60269" w:rsidRDefault="00A60269" w:rsidP="0014218C">
      <w:pPr>
        <w:pStyle w:val="ConsPlusTitle"/>
        <w:jc w:val="center"/>
      </w:pPr>
    </w:p>
    <w:p w:rsidR="00A60269" w:rsidRPr="00BB65D8" w:rsidRDefault="00A60269" w:rsidP="0014218C">
      <w:pPr>
        <w:pStyle w:val="ConsPlusTitle"/>
        <w:jc w:val="center"/>
        <w:rPr>
          <w:b w:val="0"/>
          <w:bCs w:val="0"/>
        </w:rPr>
      </w:pPr>
      <w:r>
        <w:t xml:space="preserve">                                                               </w:t>
      </w:r>
      <w:r w:rsidRPr="00BB65D8">
        <w:rPr>
          <w:b w:val="0"/>
          <w:bCs w:val="0"/>
        </w:rPr>
        <w:t>Приложение</w:t>
      </w:r>
    </w:p>
    <w:p w:rsidR="00A60269" w:rsidRPr="00BB65D8" w:rsidRDefault="00A60269" w:rsidP="0014218C">
      <w:pPr>
        <w:pStyle w:val="ConsPlusTitle"/>
        <w:jc w:val="center"/>
        <w:rPr>
          <w:b w:val="0"/>
          <w:bCs w:val="0"/>
        </w:rPr>
      </w:pPr>
      <w:r w:rsidRPr="00BB65D8">
        <w:rPr>
          <w:b w:val="0"/>
          <w:bCs w:val="0"/>
        </w:rPr>
        <w:t xml:space="preserve">                                                                        </w:t>
      </w:r>
      <w:r>
        <w:rPr>
          <w:b w:val="0"/>
          <w:bCs w:val="0"/>
        </w:rPr>
        <w:t>к</w:t>
      </w:r>
      <w:r w:rsidRPr="00BB65D8">
        <w:rPr>
          <w:b w:val="0"/>
          <w:bCs w:val="0"/>
        </w:rPr>
        <w:t xml:space="preserve"> постановлению            </w:t>
      </w:r>
    </w:p>
    <w:p w:rsidR="00A60269" w:rsidRPr="00BB65D8" w:rsidRDefault="00A60269" w:rsidP="0014218C">
      <w:pPr>
        <w:pStyle w:val="ConsPlusTitle"/>
        <w:jc w:val="center"/>
        <w:rPr>
          <w:b w:val="0"/>
          <w:bCs w:val="0"/>
        </w:rPr>
      </w:pPr>
      <w:r w:rsidRPr="00BB65D8">
        <w:rPr>
          <w:b w:val="0"/>
          <w:bCs w:val="0"/>
        </w:rPr>
        <w:t xml:space="preserve">                                                                                                  администрации  Хрещатовского               </w:t>
      </w:r>
    </w:p>
    <w:p w:rsidR="00A60269" w:rsidRPr="00BB65D8" w:rsidRDefault="00A60269" w:rsidP="0014218C">
      <w:pPr>
        <w:pStyle w:val="ConsPlusTitle"/>
        <w:jc w:val="center"/>
        <w:rPr>
          <w:b w:val="0"/>
          <w:bCs w:val="0"/>
        </w:rPr>
      </w:pPr>
      <w:r w:rsidRPr="00BB65D8">
        <w:rPr>
          <w:b w:val="0"/>
          <w:bCs w:val="0"/>
        </w:rPr>
        <w:t xml:space="preserve">                                                                              сельского поселения</w:t>
      </w:r>
    </w:p>
    <w:p w:rsidR="00A60269" w:rsidRPr="00BB65D8" w:rsidRDefault="00A60269" w:rsidP="0014218C">
      <w:pPr>
        <w:pStyle w:val="ConsPlusTitle"/>
        <w:jc w:val="center"/>
        <w:rPr>
          <w:b w:val="0"/>
          <w:bCs w:val="0"/>
        </w:rPr>
      </w:pPr>
      <w:r>
        <w:rPr>
          <w:b w:val="0"/>
          <w:bCs w:val="0"/>
        </w:rPr>
        <w:t xml:space="preserve">                                                                                         о</w:t>
      </w:r>
      <w:r w:rsidRPr="00BB65D8">
        <w:rPr>
          <w:b w:val="0"/>
          <w:bCs w:val="0"/>
        </w:rPr>
        <w:t>т 16 августа  2013 г. № 57</w:t>
      </w:r>
    </w:p>
    <w:p w:rsidR="00A60269" w:rsidRPr="00BB65D8" w:rsidRDefault="00A60269" w:rsidP="0014218C">
      <w:pPr>
        <w:pStyle w:val="ConsPlusTitle"/>
        <w:jc w:val="center"/>
        <w:rPr>
          <w:b w:val="0"/>
          <w:bCs w:val="0"/>
        </w:rPr>
      </w:pPr>
    </w:p>
    <w:p w:rsidR="00A60269" w:rsidRDefault="00A60269" w:rsidP="0014218C">
      <w:pPr>
        <w:pStyle w:val="ConsPlusTitle"/>
      </w:pPr>
    </w:p>
    <w:p w:rsidR="00A60269" w:rsidRPr="000B4F15" w:rsidRDefault="00A60269" w:rsidP="0014218C">
      <w:pPr>
        <w:pStyle w:val="ConsPlusTitle"/>
        <w:jc w:val="center"/>
      </w:pPr>
      <w:r w:rsidRPr="000B4F15">
        <w:t>ПОРЯДОК</w:t>
      </w:r>
    </w:p>
    <w:p w:rsidR="00A60269" w:rsidRPr="000B4F15" w:rsidRDefault="00A60269" w:rsidP="0014218C">
      <w:pPr>
        <w:pStyle w:val="ConsPlusTitle"/>
        <w:jc w:val="center"/>
      </w:pPr>
      <w:r w:rsidRPr="000B4F15">
        <w:t>ОРГАНИЗАЦИИ И ОСУЩЕСТВЛЕНИЯ МУНИЦИПАЛЬНОГО ЖИЛИЩНОГО</w:t>
      </w:r>
    </w:p>
    <w:p w:rsidR="00A60269" w:rsidRPr="006B2B8E" w:rsidRDefault="00A60269" w:rsidP="0014218C">
      <w:pPr>
        <w:pStyle w:val="ConsPlusTitle"/>
        <w:jc w:val="center"/>
      </w:pPr>
      <w:r w:rsidRPr="000B4F15">
        <w:t xml:space="preserve">КОНТРОЛЯ НА ТЕРРИТОРИИ </w:t>
      </w:r>
      <w:r>
        <w:t xml:space="preserve"> ХРЕЩАТОВСКОГО СЕЛЬСКОГО ПОСЕЛЕНИЯ</w:t>
      </w:r>
    </w:p>
    <w:p w:rsidR="00A60269" w:rsidRPr="000B4F15" w:rsidRDefault="00A60269" w:rsidP="0014218C">
      <w:pPr>
        <w:widowControl w:val="0"/>
        <w:autoSpaceDE w:val="0"/>
        <w:autoSpaceDN w:val="0"/>
        <w:adjustRightInd w:val="0"/>
        <w:jc w:val="both"/>
        <w:outlineLvl w:val="1"/>
      </w:pPr>
    </w:p>
    <w:p w:rsidR="00A60269" w:rsidRPr="00E27F1B" w:rsidRDefault="00A60269" w:rsidP="0014218C">
      <w:pPr>
        <w:widowControl w:val="0"/>
        <w:autoSpaceDE w:val="0"/>
        <w:autoSpaceDN w:val="0"/>
        <w:adjustRightInd w:val="0"/>
        <w:jc w:val="center"/>
        <w:outlineLvl w:val="1"/>
      </w:pPr>
      <w:r w:rsidRPr="00E27F1B">
        <w:t>1. Общие положения</w:t>
      </w:r>
    </w:p>
    <w:p w:rsidR="00A60269" w:rsidRPr="00E27F1B" w:rsidRDefault="00A60269" w:rsidP="0014218C">
      <w:pPr>
        <w:widowControl w:val="0"/>
        <w:autoSpaceDE w:val="0"/>
        <w:autoSpaceDN w:val="0"/>
        <w:adjustRightInd w:val="0"/>
        <w:jc w:val="both"/>
      </w:pPr>
    </w:p>
    <w:p w:rsidR="00A60269" w:rsidRPr="006B2B8E" w:rsidRDefault="00A60269" w:rsidP="0014218C">
      <w:pPr>
        <w:widowControl w:val="0"/>
        <w:autoSpaceDE w:val="0"/>
        <w:autoSpaceDN w:val="0"/>
        <w:adjustRightInd w:val="0"/>
        <w:jc w:val="both"/>
      </w:pPr>
      <w:r w:rsidRPr="006B2B8E">
        <w:t xml:space="preserve">1.1. Настоящим </w:t>
      </w:r>
      <w:hyperlink r:id="rId11" w:history="1">
        <w:r w:rsidRPr="006B2B8E">
          <w:t>Порядк</w:t>
        </w:r>
      </w:hyperlink>
      <w:r w:rsidRPr="006B2B8E">
        <w:t xml:space="preserve">ом устанавливается организация и осуществление муниципального жилищного контроля </w:t>
      </w:r>
      <w:r>
        <w:t>органом муниципального жилищного контроля</w:t>
      </w:r>
      <w:r w:rsidRPr="006B2B8E">
        <w:t xml:space="preserve"> </w:t>
      </w:r>
      <w:r>
        <w:t>(далее -</w:t>
      </w:r>
      <w:r w:rsidRPr="006B2B8E">
        <w:t xml:space="preserve"> уполномоченный орган) на территории муниципального образования, а также определяются права, обязанности и ответственность должностных лиц (далее </w:t>
      </w:r>
      <w:r>
        <w:t>-</w:t>
      </w:r>
      <w:r w:rsidRPr="006B2B8E">
        <w:t xml:space="preserve"> должностные лица) уполномоченного</w:t>
      </w:r>
      <w:r>
        <w:t xml:space="preserve"> органа,</w:t>
      </w:r>
      <w:r w:rsidRPr="006B2B8E">
        <w:t xml:space="preserve"> осуществляющих муниципальный жилищный контроль, формы осуществления муниципального жилищного контроля, права, обязанности и ответственность физических и юридических лиц, индивидуальных предпринимателей при проведении мероприятий по муниципальному жилищному контролю.</w:t>
      </w:r>
    </w:p>
    <w:p w:rsidR="00A60269" w:rsidRDefault="00A60269" w:rsidP="0014218C">
      <w:pPr>
        <w:widowControl w:val="0"/>
        <w:autoSpaceDE w:val="0"/>
        <w:autoSpaceDN w:val="0"/>
        <w:adjustRightInd w:val="0"/>
        <w:jc w:val="both"/>
      </w:pPr>
      <w:r>
        <w:t>1.2.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A60269" w:rsidRDefault="00A60269" w:rsidP="0014218C">
      <w:pPr>
        <w:widowControl w:val="0"/>
        <w:autoSpaceDE w:val="0"/>
        <w:autoSpaceDN w:val="0"/>
        <w:adjustRightInd w:val="0"/>
        <w:jc w:val="both"/>
      </w:pPr>
      <w:r>
        <w:t xml:space="preserve">1.3. Под обязательными требованиями в настоящем постановлении понимаются требования, установленные в соответствии с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муниципального жилищного фонда, в том числе: </w:t>
      </w:r>
    </w:p>
    <w:p w:rsidR="00A60269" w:rsidRDefault="00A60269" w:rsidP="0014218C">
      <w:pPr>
        <w:widowControl w:val="0"/>
        <w:autoSpaceDE w:val="0"/>
        <w:autoSpaceDN w:val="0"/>
        <w:adjustRightInd w:val="0"/>
        <w:jc w:val="both"/>
      </w:pPr>
      <w:r>
        <w:t>1) к использованию и содержанию помещений муниципального жилищного фонда;</w:t>
      </w:r>
    </w:p>
    <w:p w:rsidR="00A60269" w:rsidRDefault="00A60269" w:rsidP="0014218C">
      <w:pPr>
        <w:widowControl w:val="0"/>
        <w:autoSpaceDE w:val="0"/>
        <w:autoSpaceDN w:val="0"/>
        <w:adjustRightInd w:val="0"/>
        <w:jc w:val="both"/>
      </w:pPr>
      <w:r>
        <w:t>2) к использованию и содержанию общего имущества собственников помещений в многоквартирном доме, в случае, если все жилые помещения в многоквартирном доме, либо их часть находятся в муниципальной собственности;</w:t>
      </w:r>
    </w:p>
    <w:p w:rsidR="00A60269" w:rsidRDefault="00A60269" w:rsidP="0014218C">
      <w:pPr>
        <w:widowControl w:val="0"/>
        <w:autoSpaceDE w:val="0"/>
        <w:autoSpaceDN w:val="0"/>
        <w:adjustRightInd w:val="0"/>
        <w:jc w:val="both"/>
      </w:pPr>
      <w:r>
        <w:t>3) к предоставлению коммунальных услуг собственникам и пользователям помещений в многоквартирных домах, в случае, если все 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rsidR="00A60269" w:rsidRDefault="00A60269" w:rsidP="0014218C">
      <w:pPr>
        <w:widowControl w:val="0"/>
        <w:autoSpaceDE w:val="0"/>
        <w:autoSpaceDN w:val="0"/>
        <w:adjustRightInd w:val="0"/>
        <w:jc w:val="both"/>
      </w:pPr>
      <w:r>
        <w:t xml:space="preserve">4) установленные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помещения в многоквартирном доме, либо их часть находятся в муниципальной собственности; </w:t>
      </w:r>
    </w:p>
    <w:p w:rsidR="00A60269" w:rsidRDefault="00A60269" w:rsidP="0014218C">
      <w:pPr>
        <w:widowControl w:val="0"/>
        <w:autoSpaceDE w:val="0"/>
        <w:autoSpaceDN w:val="0"/>
        <w:adjustRightInd w:val="0"/>
        <w:jc w:val="both"/>
      </w:pPr>
      <w:r>
        <w:t>5) энергетической эффективности и оснащенности помещений в многоквартирных домах и жилых домов приборами учета используемых энергетических ресурсов, в случае, если все жилые помещения в многоквартирном доме, либо их часть находятся в муниципальной собственности.</w:t>
      </w:r>
    </w:p>
    <w:p w:rsidR="00A60269" w:rsidRDefault="00A60269" w:rsidP="0014218C">
      <w:pPr>
        <w:widowControl w:val="0"/>
        <w:autoSpaceDE w:val="0"/>
        <w:autoSpaceDN w:val="0"/>
        <w:adjustRightInd w:val="0"/>
        <w:jc w:val="both"/>
      </w:pPr>
    </w:p>
    <w:p w:rsidR="00A60269" w:rsidRPr="00E27F1B" w:rsidRDefault="00A60269" w:rsidP="0014218C">
      <w:pPr>
        <w:widowControl w:val="0"/>
        <w:autoSpaceDE w:val="0"/>
        <w:autoSpaceDN w:val="0"/>
        <w:adjustRightInd w:val="0"/>
        <w:jc w:val="both"/>
      </w:pPr>
    </w:p>
    <w:p w:rsidR="00A60269" w:rsidRPr="00E27F1B" w:rsidRDefault="00A60269" w:rsidP="0014218C">
      <w:pPr>
        <w:widowControl w:val="0"/>
        <w:autoSpaceDE w:val="0"/>
        <w:autoSpaceDN w:val="0"/>
        <w:adjustRightInd w:val="0"/>
        <w:jc w:val="center"/>
        <w:outlineLvl w:val="1"/>
      </w:pPr>
      <w:r>
        <w:t>2</w:t>
      </w:r>
      <w:r w:rsidRPr="00E27F1B">
        <w:t>. Порядок организации и осуществления</w:t>
      </w:r>
    </w:p>
    <w:p w:rsidR="00A60269" w:rsidRPr="00E27F1B" w:rsidRDefault="00A60269" w:rsidP="0014218C">
      <w:pPr>
        <w:widowControl w:val="0"/>
        <w:autoSpaceDE w:val="0"/>
        <w:autoSpaceDN w:val="0"/>
        <w:adjustRightInd w:val="0"/>
        <w:jc w:val="center"/>
      </w:pPr>
      <w:r w:rsidRPr="00E27F1B">
        <w:t>муниципального жилищного контроля</w:t>
      </w:r>
    </w:p>
    <w:p w:rsidR="00A60269" w:rsidRPr="00E27F1B" w:rsidRDefault="00A60269" w:rsidP="0014218C">
      <w:pPr>
        <w:widowControl w:val="0"/>
        <w:autoSpaceDE w:val="0"/>
        <w:autoSpaceDN w:val="0"/>
        <w:adjustRightInd w:val="0"/>
        <w:jc w:val="both"/>
      </w:pPr>
    </w:p>
    <w:p w:rsidR="00A60269" w:rsidRDefault="00A60269" w:rsidP="0014218C">
      <w:pPr>
        <w:widowControl w:val="0"/>
        <w:autoSpaceDE w:val="0"/>
        <w:autoSpaceDN w:val="0"/>
        <w:adjustRightInd w:val="0"/>
        <w:jc w:val="both"/>
      </w:pPr>
      <w:r>
        <w:t>2</w:t>
      </w:r>
      <w:r w:rsidRPr="00E27F1B">
        <w:t xml:space="preserve">.1. </w:t>
      </w:r>
      <w:r>
        <w:t>К отношениям, связанным с осуществлением муниципального жилищного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внеплановых проверок, установленных частями 4.1 и 4.2 статьи 20 Жилищного кодекса Российской Федерации.</w:t>
      </w:r>
    </w:p>
    <w:p w:rsidR="00A60269" w:rsidRDefault="00A60269" w:rsidP="0014218C">
      <w:pPr>
        <w:widowControl w:val="0"/>
        <w:autoSpaceDE w:val="0"/>
        <w:autoSpaceDN w:val="0"/>
        <w:adjustRightInd w:val="0"/>
        <w:jc w:val="both"/>
      </w:pPr>
      <w:r>
        <w:t xml:space="preserve">2.2. Муниципальный жилищный контроль в отношении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осуществляется посредством проведения плановых и внеплановых проверок соблюдения обязательных требований. </w:t>
      </w:r>
    </w:p>
    <w:p w:rsidR="00A60269" w:rsidRDefault="00A60269" w:rsidP="0014218C">
      <w:pPr>
        <w:widowControl w:val="0"/>
        <w:autoSpaceDE w:val="0"/>
        <w:autoSpaceDN w:val="0"/>
        <w:adjustRightInd w:val="0"/>
        <w:jc w:val="both"/>
      </w:pPr>
      <w:r>
        <w:t xml:space="preserve">2.3. Муниципальный жилищный контроль в отношении юридических лиц, индивидуальных предпринимателей, не указанных в части 2 настоящей статьи, осуществляется посредством проведения внеплановых проверок соблюдения обязательных требований. </w:t>
      </w:r>
    </w:p>
    <w:p w:rsidR="00A60269" w:rsidRDefault="00A60269" w:rsidP="0014218C">
      <w:pPr>
        <w:widowControl w:val="0"/>
        <w:autoSpaceDE w:val="0"/>
        <w:autoSpaceDN w:val="0"/>
        <w:adjustRightInd w:val="0"/>
        <w:jc w:val="both"/>
      </w:pPr>
      <w:r>
        <w:t xml:space="preserve">2.4. Основанием для проведения внеплановой проверки наряду с основаниями, указанными в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Российской Федерации.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 </w:t>
      </w:r>
    </w:p>
    <w:p w:rsidR="00A60269" w:rsidRDefault="00A60269" w:rsidP="0014218C">
      <w:pPr>
        <w:widowControl w:val="0"/>
        <w:autoSpaceDE w:val="0"/>
        <w:autoSpaceDN w:val="0"/>
        <w:adjustRightInd w:val="0"/>
        <w:jc w:val="both"/>
      </w:pPr>
      <w:r>
        <w:t>2.5. В случае выявления при проведении проверки нарушений юридическим лицом, индивидуальным предпринимателем обязательных требований, должностные лица органа муниципального жилищного контроля, проводившие проверку, в пределах полномочий, предусмотренных законодательством Российской Федерации, обязаны:</w:t>
      </w:r>
    </w:p>
    <w:p w:rsidR="00A60269" w:rsidRDefault="00A60269" w:rsidP="0014218C">
      <w:pPr>
        <w:widowControl w:val="0"/>
        <w:autoSpaceDE w:val="0"/>
        <w:autoSpaceDN w:val="0"/>
        <w:adjustRightInd w:val="0"/>
        <w:jc w:val="both"/>
      </w:pPr>
      <w: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уточнить</w:t>
      </w:r>
    </w:p>
    <w:p w:rsidR="00A60269" w:rsidRDefault="00A60269" w:rsidP="0014218C">
      <w:pPr>
        <w:widowControl w:val="0"/>
        <w:autoSpaceDE w:val="0"/>
        <w:autoSpaceDN w:val="0"/>
        <w:adjustRightInd w:val="0"/>
        <w:jc w:val="both"/>
      </w:pPr>
      <w: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 </w:t>
      </w:r>
    </w:p>
    <w:p w:rsidR="00A60269" w:rsidRPr="00E944F5" w:rsidRDefault="00A60269" w:rsidP="0014218C">
      <w:pPr>
        <w:autoSpaceDE w:val="0"/>
        <w:autoSpaceDN w:val="0"/>
        <w:adjustRightInd w:val="0"/>
        <w:jc w:val="both"/>
        <w:outlineLvl w:val="1"/>
      </w:pPr>
      <w:r>
        <w:t>2.6</w:t>
      </w:r>
      <w:r w:rsidRPr="00E944F5">
        <w:t xml:space="preserve">. 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 </w:t>
      </w:r>
    </w:p>
    <w:p w:rsidR="00A60269" w:rsidRPr="00E944F5" w:rsidRDefault="00A60269" w:rsidP="0014218C">
      <w:pPr>
        <w:autoSpaceDE w:val="0"/>
        <w:autoSpaceDN w:val="0"/>
        <w:adjustRightInd w:val="0"/>
        <w:jc w:val="both"/>
        <w:outlineLvl w:val="1"/>
      </w:pPr>
      <w:r w:rsidRPr="00E944F5">
        <w:t>Основаниями для проведения внеплановой проверки соблюдения гражданами обязательных требований являются:</w:t>
      </w:r>
    </w:p>
    <w:p w:rsidR="00A60269" w:rsidRPr="00E944F5" w:rsidRDefault="00A60269" w:rsidP="0014218C">
      <w:pPr>
        <w:autoSpaceDE w:val="0"/>
        <w:autoSpaceDN w:val="0"/>
        <w:adjustRightInd w:val="0"/>
        <w:jc w:val="both"/>
        <w:outlineLvl w:val="1"/>
      </w:pPr>
      <w:r w:rsidRPr="00E944F5">
        <w:t xml:space="preserve"> 1) поступление в органы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 </w:t>
      </w:r>
    </w:p>
    <w:p w:rsidR="00A60269" w:rsidRPr="00E944F5" w:rsidRDefault="00A60269" w:rsidP="0014218C">
      <w:pPr>
        <w:autoSpaceDE w:val="0"/>
        <w:autoSpaceDN w:val="0"/>
        <w:adjustRightInd w:val="0"/>
        <w:jc w:val="both"/>
        <w:outlineLvl w:val="1"/>
      </w:pPr>
      <w:r w:rsidRPr="00E944F5">
        <w:t>2) истечение срока исполнения гражданином ранее выданного предписания об устранении выявленного нарушения обязательных требований.</w:t>
      </w:r>
    </w:p>
    <w:p w:rsidR="00A60269" w:rsidRPr="00E944F5" w:rsidRDefault="00A60269" w:rsidP="0014218C">
      <w:pPr>
        <w:autoSpaceDE w:val="0"/>
        <w:autoSpaceDN w:val="0"/>
        <w:adjustRightInd w:val="0"/>
        <w:jc w:val="both"/>
        <w:outlineLvl w:val="1"/>
      </w:pPr>
      <w:r>
        <w:t>2.7</w:t>
      </w:r>
      <w:r w:rsidRPr="00E944F5">
        <w:t xml:space="preserve">.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w:t>
      </w:r>
    </w:p>
    <w:p w:rsidR="00A60269" w:rsidRPr="00E944F5" w:rsidRDefault="00A60269" w:rsidP="0014218C">
      <w:pPr>
        <w:autoSpaceDE w:val="0"/>
        <w:autoSpaceDN w:val="0"/>
        <w:adjustRightInd w:val="0"/>
        <w:jc w:val="both"/>
        <w:outlineLvl w:val="1"/>
      </w:pPr>
      <w:r>
        <w:t>2.8</w:t>
      </w:r>
      <w:r w:rsidRPr="00E944F5">
        <w:t xml:space="preserve">. Проверки проводятся в форме документарной и (или) выездной проверки, срок проведения каждой из которых не может превышать двадцать рабочих дней.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жилищного контроля, проводящих выездную проверку, срок проведения выездной проверки может быть продлен руководителем такого органа, но не более чем на двадцать рабочих дней. </w:t>
      </w:r>
    </w:p>
    <w:p w:rsidR="00A60269" w:rsidRDefault="00A60269" w:rsidP="0014218C">
      <w:pPr>
        <w:autoSpaceDE w:val="0"/>
        <w:autoSpaceDN w:val="0"/>
        <w:adjustRightInd w:val="0"/>
        <w:jc w:val="both"/>
        <w:outlineLvl w:val="1"/>
      </w:pPr>
      <w:r>
        <w:t>2.9</w:t>
      </w:r>
      <w:r w:rsidRPr="00E944F5">
        <w:t xml:space="preserve">. По результатам проверки, должностное лицо органа муниципального жилищного контроля, проводившее проверку в отношении граждан, составляет акт проверки по </w:t>
      </w:r>
      <w:r>
        <w:t xml:space="preserve">установленной </w:t>
      </w:r>
      <w:r w:rsidRPr="00E944F5">
        <w:t>форме</w:t>
      </w:r>
      <w:r>
        <w:t xml:space="preserve"> (приложение).</w:t>
      </w:r>
    </w:p>
    <w:p w:rsidR="00A60269" w:rsidRPr="00E944F5" w:rsidRDefault="00A60269" w:rsidP="0014218C">
      <w:pPr>
        <w:autoSpaceDE w:val="0"/>
        <w:autoSpaceDN w:val="0"/>
        <w:adjustRightInd w:val="0"/>
        <w:jc w:val="both"/>
      </w:pPr>
      <w:r>
        <w:t>2.10.</w:t>
      </w:r>
      <w:r w:rsidRPr="00E944F5">
        <w:t xml:space="preserve"> В случае выявления при проведении проверки нарушений гражданином обязательных требований должностные лица органа муниципального жилищного контроля, проводившие проверку, в пределах полномочий, предусмотренных законодательством Российской Федерации, обязаны:</w:t>
      </w:r>
    </w:p>
    <w:p w:rsidR="00A60269" w:rsidRPr="00E944F5" w:rsidRDefault="00A60269" w:rsidP="0014218C">
      <w:pPr>
        <w:autoSpaceDE w:val="0"/>
        <w:autoSpaceDN w:val="0"/>
        <w:adjustRightInd w:val="0"/>
        <w:jc w:val="both"/>
      </w:pPr>
      <w:r w:rsidRPr="00E944F5">
        <w:t xml:space="preserve">1) 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w:t>
      </w:r>
    </w:p>
    <w:p w:rsidR="00A60269" w:rsidRPr="00E944F5" w:rsidRDefault="00A60269" w:rsidP="0014218C">
      <w:pPr>
        <w:autoSpaceDE w:val="0"/>
        <w:autoSpaceDN w:val="0"/>
        <w:adjustRightInd w:val="0"/>
        <w:jc w:val="both"/>
      </w:pPr>
      <w:r w:rsidRPr="00E944F5">
        <w:t>2) принять меры по контролю за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A60269" w:rsidRDefault="00A60269" w:rsidP="0014218C">
      <w:pPr>
        <w:widowControl w:val="0"/>
        <w:autoSpaceDE w:val="0"/>
        <w:autoSpaceDN w:val="0"/>
        <w:adjustRightInd w:val="0"/>
        <w:jc w:val="both"/>
      </w:pPr>
      <w:bookmarkStart w:id="0" w:name="Par88"/>
      <w:bookmarkEnd w:id="0"/>
    </w:p>
    <w:p w:rsidR="00A60269" w:rsidRPr="000D7C77" w:rsidRDefault="00A60269" w:rsidP="0014218C">
      <w:pPr>
        <w:widowControl w:val="0"/>
        <w:autoSpaceDE w:val="0"/>
        <w:autoSpaceDN w:val="0"/>
        <w:adjustRightInd w:val="0"/>
        <w:jc w:val="center"/>
      </w:pPr>
    </w:p>
    <w:p w:rsidR="00A60269" w:rsidRPr="000D7C77" w:rsidRDefault="00A60269" w:rsidP="0014218C">
      <w:pPr>
        <w:widowControl w:val="0"/>
        <w:autoSpaceDE w:val="0"/>
        <w:autoSpaceDN w:val="0"/>
        <w:adjustRightInd w:val="0"/>
        <w:jc w:val="center"/>
      </w:pPr>
    </w:p>
    <w:p w:rsidR="00A60269" w:rsidRPr="000D7C77" w:rsidRDefault="00A60269" w:rsidP="0014218C">
      <w:pPr>
        <w:widowControl w:val="0"/>
        <w:autoSpaceDE w:val="0"/>
        <w:autoSpaceDN w:val="0"/>
        <w:adjustRightInd w:val="0"/>
        <w:jc w:val="center"/>
      </w:pPr>
    </w:p>
    <w:p w:rsidR="00A60269" w:rsidRDefault="00A60269" w:rsidP="0014218C">
      <w:pPr>
        <w:widowControl w:val="0"/>
        <w:autoSpaceDE w:val="0"/>
        <w:autoSpaceDN w:val="0"/>
        <w:adjustRightInd w:val="0"/>
        <w:jc w:val="center"/>
      </w:pPr>
      <w:r>
        <w:t xml:space="preserve">3. Права и обязанности должностных лиц </w:t>
      </w:r>
    </w:p>
    <w:p w:rsidR="00A60269" w:rsidRDefault="00A60269" w:rsidP="0014218C">
      <w:pPr>
        <w:widowControl w:val="0"/>
        <w:autoSpaceDE w:val="0"/>
        <w:autoSpaceDN w:val="0"/>
        <w:adjustRightInd w:val="0"/>
        <w:jc w:val="center"/>
      </w:pPr>
      <w:r>
        <w:t>органов муниципального жилищного контроля</w:t>
      </w:r>
    </w:p>
    <w:p w:rsidR="00A60269" w:rsidRDefault="00A60269" w:rsidP="0014218C">
      <w:pPr>
        <w:widowControl w:val="0"/>
        <w:autoSpaceDE w:val="0"/>
        <w:autoSpaceDN w:val="0"/>
        <w:adjustRightInd w:val="0"/>
        <w:jc w:val="both"/>
      </w:pPr>
    </w:p>
    <w:p w:rsidR="00A60269" w:rsidRDefault="00A60269" w:rsidP="0014218C">
      <w:pPr>
        <w:widowControl w:val="0"/>
        <w:autoSpaceDE w:val="0"/>
        <w:autoSpaceDN w:val="0"/>
        <w:adjustRightInd w:val="0"/>
        <w:jc w:val="both"/>
      </w:pPr>
      <w:r>
        <w:t>3.1. Должностные лица органов муниципального жилищного контроля, являющиеся муниципальными жилищными инспекторами, в порядке, установленном законодательством Российской Федерации, при осуществлении муниципального жилищного контроля имеют право:</w:t>
      </w:r>
    </w:p>
    <w:p w:rsidR="00A60269" w:rsidRDefault="00A60269" w:rsidP="0014218C">
      <w:pPr>
        <w:widowControl w:val="0"/>
        <w:autoSpaceDE w:val="0"/>
        <w:autoSpaceDN w:val="0"/>
        <w:adjustRightInd w:val="0"/>
        <w:jc w:val="both"/>
      </w:pPr>
      <w: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проверки соблюдения обязательных требований;</w:t>
      </w:r>
    </w:p>
    <w:p w:rsidR="00A60269" w:rsidRDefault="00A60269" w:rsidP="0014218C">
      <w:pPr>
        <w:widowControl w:val="0"/>
        <w:autoSpaceDE w:val="0"/>
        <w:autoSpaceDN w:val="0"/>
        <w:adjustRightInd w:val="0"/>
        <w:jc w:val="both"/>
      </w:pPr>
      <w:r>
        <w:t xml:space="preserve">2) 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w:t>
      </w:r>
    </w:p>
    <w:p w:rsidR="00A60269" w:rsidRDefault="00A60269" w:rsidP="0014218C">
      <w:pPr>
        <w:widowControl w:val="0"/>
        <w:autoSpaceDE w:val="0"/>
        <w:autoSpaceDN w:val="0"/>
        <w:adjustRightInd w:val="0"/>
        <w:jc w:val="both"/>
      </w:pPr>
      <w:r>
        <w:t xml:space="preserve">3) проверять соответствие устава 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в целях заключения с управляющей организацией договора управления многоквартирным домом в соответствии со статьей 162 Жилищного кодекса Российской Федерации, правомерность утверждения условий этого договора и его заключения; </w:t>
      </w:r>
    </w:p>
    <w:p w:rsidR="00A60269" w:rsidRDefault="00A60269" w:rsidP="0014218C">
      <w:pPr>
        <w:widowControl w:val="0"/>
        <w:autoSpaceDE w:val="0"/>
        <w:autoSpaceDN w:val="0"/>
        <w:adjustRightInd w:val="0"/>
        <w:jc w:val="both"/>
      </w:pPr>
      <w:r>
        <w:t>4)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A60269" w:rsidRDefault="00A60269" w:rsidP="0014218C">
      <w:pPr>
        <w:widowControl w:val="0"/>
        <w:autoSpaceDE w:val="0"/>
        <w:autoSpaceDN w:val="0"/>
        <w:adjustRightInd w:val="0"/>
        <w:jc w:val="both"/>
      </w:pPr>
      <w:r>
        <w:t>5) составлять протоколы об административных правонарушениях, связанных с нарушениями обязательных требований и принимать меры по предотвращению таких нарушений;</w:t>
      </w:r>
    </w:p>
    <w:p w:rsidR="00A60269" w:rsidRDefault="00A60269" w:rsidP="0014218C">
      <w:pPr>
        <w:widowControl w:val="0"/>
        <w:autoSpaceDE w:val="0"/>
        <w:autoSpaceDN w:val="0"/>
        <w:adjustRightInd w:val="0"/>
        <w:jc w:val="both"/>
      </w:pPr>
      <w:r>
        <w:t>6)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A60269" w:rsidRDefault="00A60269" w:rsidP="0014218C">
      <w:pPr>
        <w:widowControl w:val="0"/>
        <w:autoSpaceDE w:val="0"/>
        <w:autoSpaceDN w:val="0"/>
        <w:adjustRightInd w:val="0"/>
        <w:jc w:val="both"/>
      </w:pPr>
      <w:r>
        <w:t>3.2. Должностные лица органов муниципального жилищного контроля при осуществлении муниципального жилищного контроля вправе составлять протоколы об административных правонарушениях, в случаях, предусмотренных Законом Воронежской  области «</w:t>
      </w:r>
      <w:r w:rsidRPr="006B2B8E">
        <w:t>О муниципальном жилищном контроле</w:t>
      </w:r>
      <w:r>
        <w:t xml:space="preserve"> на территории Воронежской области». </w:t>
      </w:r>
    </w:p>
    <w:p w:rsidR="00A60269" w:rsidRDefault="00A60269" w:rsidP="0014218C">
      <w:pPr>
        <w:widowControl w:val="0"/>
        <w:autoSpaceDE w:val="0"/>
        <w:autoSpaceDN w:val="0"/>
        <w:adjustRightInd w:val="0"/>
        <w:jc w:val="both"/>
      </w:pPr>
      <w:r>
        <w:t>3.3. 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A60269" w:rsidRDefault="00A60269" w:rsidP="0014218C">
      <w:pPr>
        <w:widowControl w:val="0"/>
        <w:autoSpaceDE w:val="0"/>
        <w:autoSpaceDN w:val="0"/>
        <w:adjustRightInd w:val="0"/>
        <w:jc w:val="both"/>
      </w:pPr>
      <w:r>
        <w:t>3.4</w:t>
      </w:r>
      <w:r w:rsidRPr="00E27F1B">
        <w:t>. Должностные лица</w:t>
      </w:r>
      <w:r>
        <w:t xml:space="preserve"> уполномоченных органов,</w:t>
      </w:r>
      <w:r w:rsidRPr="00E27F1B">
        <w:t xml:space="preserve"> структурных подразделений при </w:t>
      </w:r>
      <w:r w:rsidRPr="000C7679">
        <w:t xml:space="preserve">проведении проверки обязаны: </w:t>
      </w:r>
    </w:p>
    <w:p w:rsidR="00A60269" w:rsidRPr="00E27F1B" w:rsidRDefault="00A60269" w:rsidP="0014218C">
      <w:pPr>
        <w:widowControl w:val="0"/>
        <w:autoSpaceDE w:val="0"/>
        <w:autoSpaceDN w:val="0"/>
        <w:adjustRightInd w:val="0"/>
        <w:jc w:val="both"/>
      </w:pPr>
      <w:r w:rsidRPr="00E27F1B">
        <w:t xml:space="preserve">своевременно и в полной мере исполнять предоставленные в соответствии с законодательством, муниципальными правовыми актами полномочия по предупреждению, выявлению и пресечению нарушений требований федеральных законов, законов </w:t>
      </w:r>
      <w:r>
        <w:t xml:space="preserve">Воронежской </w:t>
      </w:r>
      <w:r w:rsidRPr="00E27F1B">
        <w:t>области и муниципальных правовых актов</w:t>
      </w:r>
      <w:r>
        <w:t xml:space="preserve"> </w:t>
      </w:r>
      <w:r w:rsidRPr="00E27F1B">
        <w:t>в области жилищных отношений;</w:t>
      </w:r>
    </w:p>
    <w:p w:rsidR="00A60269" w:rsidRPr="00E27F1B" w:rsidRDefault="00A60269" w:rsidP="0014218C">
      <w:pPr>
        <w:widowControl w:val="0"/>
        <w:autoSpaceDE w:val="0"/>
        <w:autoSpaceDN w:val="0"/>
        <w:adjustRightInd w:val="0"/>
        <w:jc w:val="both"/>
      </w:pPr>
      <w:r w:rsidRPr="00E27F1B">
        <w:t>соблюдать законодательство, муниципальные правовые акты, права и законные интересы физического лица, юридического лица, индивидуального предпринимателя, проверка которых проводится;</w:t>
      </w:r>
    </w:p>
    <w:p w:rsidR="00A60269" w:rsidRPr="00E27F1B" w:rsidRDefault="00A60269" w:rsidP="0014218C">
      <w:pPr>
        <w:widowControl w:val="0"/>
        <w:autoSpaceDE w:val="0"/>
        <w:autoSpaceDN w:val="0"/>
        <w:adjustRightInd w:val="0"/>
        <w:jc w:val="both"/>
      </w:pPr>
      <w:r w:rsidRPr="00E27F1B">
        <w:t>проводить проверку на основании приказа руководителя</w:t>
      </w:r>
      <w:r>
        <w:t xml:space="preserve"> уполномоченного органа,</w:t>
      </w:r>
      <w:r w:rsidRPr="00E27F1B">
        <w:t xml:space="preserve"> структурного подразделения</w:t>
      </w:r>
      <w:r>
        <w:t xml:space="preserve"> </w:t>
      </w:r>
      <w:r w:rsidRPr="00E27F1B">
        <w:t>о проведении проверки в соответствии с ее назначением;</w:t>
      </w:r>
    </w:p>
    <w:p w:rsidR="00A60269" w:rsidRPr="00E27F1B" w:rsidRDefault="00A60269" w:rsidP="0014218C">
      <w:pPr>
        <w:widowControl w:val="0"/>
        <w:autoSpaceDE w:val="0"/>
        <w:autoSpaceDN w:val="0"/>
        <w:adjustRightInd w:val="0"/>
        <w:jc w:val="both"/>
      </w:pPr>
      <w:r w:rsidRPr="00E27F1B">
        <w:t>проводить проверку только во время исполнения служебных обязанностей, выездную проверку только при предъявлении служебных удостоверений, копии приказа руководителя</w:t>
      </w:r>
      <w:r>
        <w:t xml:space="preserve"> уполномоченного органа,</w:t>
      </w:r>
      <w:r w:rsidRPr="00E27F1B">
        <w:t xml:space="preserve"> структурного подразделения и, в случа</w:t>
      </w:r>
      <w:r>
        <w:t>ях</w:t>
      </w:r>
      <w:r w:rsidRPr="00E27F1B">
        <w:t>, предусмотренн</w:t>
      </w:r>
      <w:r>
        <w:t>ых действующим законодательством копии доку</w:t>
      </w:r>
      <w:r w:rsidRPr="00E27F1B">
        <w:t>мента о согласовании проведения проверки;</w:t>
      </w:r>
    </w:p>
    <w:p w:rsidR="00A60269" w:rsidRPr="00E27F1B" w:rsidRDefault="00A60269" w:rsidP="0014218C">
      <w:pPr>
        <w:widowControl w:val="0"/>
        <w:autoSpaceDE w:val="0"/>
        <w:autoSpaceDN w:val="0"/>
        <w:adjustRightInd w:val="0"/>
        <w:jc w:val="both"/>
      </w:pPr>
      <w:r w:rsidRPr="00E27F1B">
        <w:t>не препятствовать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A60269" w:rsidRPr="00E27F1B" w:rsidRDefault="00A60269" w:rsidP="0014218C">
      <w:pPr>
        <w:widowControl w:val="0"/>
        <w:autoSpaceDE w:val="0"/>
        <w:autoSpaceDN w:val="0"/>
        <w:adjustRightInd w:val="0"/>
        <w:jc w:val="both"/>
      </w:pPr>
      <w:r w:rsidRPr="00E27F1B">
        <w:t>предоставлять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A60269" w:rsidRPr="00E27F1B" w:rsidRDefault="00A60269" w:rsidP="0014218C">
      <w:pPr>
        <w:widowControl w:val="0"/>
        <w:autoSpaceDE w:val="0"/>
        <w:autoSpaceDN w:val="0"/>
        <w:adjustRightInd w:val="0"/>
        <w:jc w:val="both"/>
      </w:pPr>
      <w:r w:rsidRPr="00E27F1B">
        <w:t>знакомить физическое лицо, его уполномоченного представителя,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A60269" w:rsidRPr="00E27F1B" w:rsidRDefault="00A60269" w:rsidP="0014218C">
      <w:pPr>
        <w:widowControl w:val="0"/>
        <w:autoSpaceDE w:val="0"/>
        <w:autoSpaceDN w:val="0"/>
        <w:adjustRightInd w:val="0"/>
        <w:jc w:val="both"/>
      </w:pPr>
      <w:r w:rsidRPr="00E27F1B">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физических и юридических лиц, индивидуальных предпринимателей;</w:t>
      </w:r>
    </w:p>
    <w:p w:rsidR="00A60269" w:rsidRPr="00E27F1B" w:rsidRDefault="00A60269" w:rsidP="0014218C">
      <w:pPr>
        <w:widowControl w:val="0"/>
        <w:autoSpaceDE w:val="0"/>
        <w:autoSpaceDN w:val="0"/>
        <w:adjustRightInd w:val="0"/>
        <w:jc w:val="both"/>
      </w:pPr>
      <w:r w:rsidRPr="00E27F1B">
        <w:t>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законодательством Российской Федерации;</w:t>
      </w:r>
    </w:p>
    <w:p w:rsidR="00A60269" w:rsidRPr="00E27F1B" w:rsidRDefault="00A60269" w:rsidP="0014218C">
      <w:pPr>
        <w:widowControl w:val="0"/>
        <w:autoSpaceDE w:val="0"/>
        <w:autoSpaceDN w:val="0"/>
        <w:adjustRightInd w:val="0"/>
        <w:jc w:val="both"/>
      </w:pPr>
      <w:r w:rsidRPr="00E27F1B">
        <w:t xml:space="preserve">соблюдать сроки проведения проверки, установленные Федеральным </w:t>
      </w:r>
      <w:hyperlink r:id="rId12" w:history="1">
        <w:r w:rsidRPr="00E27F1B">
          <w:t>законом</w:t>
        </w:r>
      </w:hyperlink>
      <w:r w:rsidRPr="00E27F1B">
        <w:t xml:space="preserve"> от 26.12.2008 </w:t>
      </w:r>
      <w:r>
        <w:t>№</w:t>
      </w:r>
      <w:r w:rsidRPr="00E27F1B">
        <w:t xml:space="preserve">294-ФЗ </w:t>
      </w:r>
      <w:r>
        <w:t>«</w:t>
      </w:r>
      <w:r w:rsidRPr="00E27F1B">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t>»</w:t>
      </w:r>
      <w:r w:rsidRPr="00E27F1B">
        <w:t>;</w:t>
      </w:r>
    </w:p>
    <w:p w:rsidR="00A60269" w:rsidRPr="00E27F1B" w:rsidRDefault="00A60269" w:rsidP="0014218C">
      <w:pPr>
        <w:widowControl w:val="0"/>
        <w:autoSpaceDE w:val="0"/>
        <w:autoSpaceDN w:val="0"/>
        <w:adjustRightInd w:val="0"/>
        <w:jc w:val="both"/>
      </w:pPr>
      <w:r w:rsidRPr="00E27F1B">
        <w:t xml:space="preserve">не требовать от физического лица,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w:t>
      </w:r>
      <w:r>
        <w:t xml:space="preserve">законами Воронежской области и </w:t>
      </w:r>
      <w:r w:rsidRPr="00E27F1B">
        <w:t>муниципальными правовыми актами города;</w:t>
      </w:r>
    </w:p>
    <w:p w:rsidR="00A60269" w:rsidRPr="00E27F1B" w:rsidRDefault="00A60269" w:rsidP="0014218C">
      <w:pPr>
        <w:widowControl w:val="0"/>
        <w:autoSpaceDE w:val="0"/>
        <w:autoSpaceDN w:val="0"/>
        <w:adjustRightInd w:val="0"/>
        <w:jc w:val="both"/>
      </w:pPr>
      <w:r w:rsidRPr="00E27F1B">
        <w:t>перед началом проведения выездной проверки по просьбе физического лица,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A60269" w:rsidRDefault="00A60269" w:rsidP="0014218C">
      <w:pPr>
        <w:widowControl w:val="0"/>
        <w:autoSpaceDE w:val="0"/>
        <w:autoSpaceDN w:val="0"/>
        <w:adjustRightInd w:val="0"/>
        <w:jc w:val="both"/>
      </w:pPr>
      <w:r w:rsidRPr="00E27F1B">
        <w:t>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A60269" w:rsidRPr="00E27F1B" w:rsidRDefault="00A60269" w:rsidP="0014218C">
      <w:pPr>
        <w:widowControl w:val="0"/>
        <w:autoSpaceDE w:val="0"/>
        <w:autoSpaceDN w:val="0"/>
        <w:adjustRightInd w:val="0"/>
        <w:jc w:val="both"/>
      </w:pPr>
      <w:r>
        <w:t xml:space="preserve">3.5. </w:t>
      </w:r>
      <w:r w:rsidRPr="00E27F1B">
        <w:t>Должностные лица в случае ненадлежащего исполнения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A60269" w:rsidRPr="00E27F1B" w:rsidRDefault="00A60269" w:rsidP="0014218C">
      <w:pPr>
        <w:widowControl w:val="0"/>
        <w:autoSpaceDE w:val="0"/>
        <w:autoSpaceDN w:val="0"/>
        <w:adjustRightInd w:val="0"/>
        <w:jc w:val="both"/>
      </w:pPr>
    </w:p>
    <w:p w:rsidR="00A60269" w:rsidRPr="000D7C77" w:rsidRDefault="00A60269" w:rsidP="0014218C">
      <w:pPr>
        <w:widowControl w:val="0"/>
        <w:autoSpaceDE w:val="0"/>
        <w:autoSpaceDN w:val="0"/>
        <w:adjustRightInd w:val="0"/>
        <w:jc w:val="center"/>
        <w:outlineLvl w:val="1"/>
      </w:pPr>
    </w:p>
    <w:p w:rsidR="00A60269" w:rsidRPr="000D7C77" w:rsidRDefault="00A60269" w:rsidP="0014218C">
      <w:pPr>
        <w:widowControl w:val="0"/>
        <w:autoSpaceDE w:val="0"/>
        <w:autoSpaceDN w:val="0"/>
        <w:adjustRightInd w:val="0"/>
        <w:jc w:val="center"/>
        <w:outlineLvl w:val="1"/>
      </w:pPr>
    </w:p>
    <w:p w:rsidR="00A60269" w:rsidRPr="00E27F1B" w:rsidRDefault="00A60269" w:rsidP="0014218C">
      <w:pPr>
        <w:widowControl w:val="0"/>
        <w:autoSpaceDE w:val="0"/>
        <w:autoSpaceDN w:val="0"/>
        <w:adjustRightInd w:val="0"/>
        <w:jc w:val="center"/>
        <w:outlineLvl w:val="1"/>
      </w:pPr>
      <w:r>
        <w:t>4</w:t>
      </w:r>
      <w:r w:rsidRPr="00E27F1B">
        <w:t>. Права и обязанности физических и юридических лиц,</w:t>
      </w:r>
    </w:p>
    <w:p w:rsidR="00A60269" w:rsidRPr="00E27F1B" w:rsidRDefault="00A60269" w:rsidP="0014218C">
      <w:pPr>
        <w:widowControl w:val="0"/>
        <w:autoSpaceDE w:val="0"/>
        <w:autoSpaceDN w:val="0"/>
        <w:adjustRightInd w:val="0"/>
        <w:jc w:val="center"/>
      </w:pPr>
      <w:r w:rsidRPr="00E27F1B">
        <w:t>индивидуальных предпринимателей при проведении проверки</w:t>
      </w:r>
    </w:p>
    <w:p w:rsidR="00A60269" w:rsidRPr="00E27F1B" w:rsidRDefault="00A60269" w:rsidP="0014218C">
      <w:pPr>
        <w:widowControl w:val="0"/>
        <w:autoSpaceDE w:val="0"/>
        <w:autoSpaceDN w:val="0"/>
        <w:adjustRightInd w:val="0"/>
        <w:jc w:val="both"/>
      </w:pPr>
    </w:p>
    <w:p w:rsidR="00A60269" w:rsidRPr="00E27F1B" w:rsidRDefault="00A60269" w:rsidP="0014218C">
      <w:pPr>
        <w:widowControl w:val="0"/>
        <w:autoSpaceDE w:val="0"/>
        <w:autoSpaceDN w:val="0"/>
        <w:adjustRightInd w:val="0"/>
        <w:jc w:val="both"/>
      </w:pPr>
      <w:r>
        <w:t>4</w:t>
      </w:r>
      <w:r w:rsidRPr="00E27F1B">
        <w:t>.1. 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A60269" w:rsidRPr="00E27F1B" w:rsidRDefault="00A60269" w:rsidP="0014218C">
      <w:pPr>
        <w:widowControl w:val="0"/>
        <w:autoSpaceDE w:val="0"/>
        <w:autoSpaceDN w:val="0"/>
        <w:adjustRightInd w:val="0"/>
        <w:jc w:val="both"/>
      </w:pPr>
      <w:r w:rsidRPr="00E27F1B">
        <w:t>непосредственно присутствовать при проведении проверки, давать объяснения по вопросам, относящимся к предмету проверки;</w:t>
      </w:r>
    </w:p>
    <w:p w:rsidR="00A60269" w:rsidRPr="00E27F1B" w:rsidRDefault="00A60269" w:rsidP="0014218C">
      <w:pPr>
        <w:widowControl w:val="0"/>
        <w:autoSpaceDE w:val="0"/>
        <w:autoSpaceDN w:val="0"/>
        <w:adjustRightInd w:val="0"/>
        <w:jc w:val="both"/>
      </w:pPr>
      <w:r w:rsidRPr="00E27F1B">
        <w:t xml:space="preserve">получать от </w:t>
      </w:r>
      <w:r>
        <w:t xml:space="preserve">уполномоченного органа, </w:t>
      </w:r>
      <w:r w:rsidRPr="00E27F1B">
        <w:t>структурного подразделения, должностных лиц информацию, которая относится к предмету проверки и предоставление которой предусмотрено Порядком;</w:t>
      </w:r>
    </w:p>
    <w:p w:rsidR="00A60269" w:rsidRPr="00E27F1B" w:rsidRDefault="00A60269" w:rsidP="0014218C">
      <w:pPr>
        <w:widowControl w:val="0"/>
        <w:autoSpaceDE w:val="0"/>
        <w:autoSpaceDN w:val="0"/>
        <w:adjustRightInd w:val="0"/>
        <w:jc w:val="both"/>
      </w:pPr>
      <w:r w:rsidRPr="00E27F1B">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t xml:space="preserve">уполномоченного органа, </w:t>
      </w:r>
      <w:r w:rsidRPr="00E27F1B">
        <w:t>структурного подразделения;</w:t>
      </w:r>
    </w:p>
    <w:p w:rsidR="00A60269" w:rsidRPr="00E27F1B" w:rsidRDefault="00A60269" w:rsidP="0014218C">
      <w:pPr>
        <w:widowControl w:val="0"/>
        <w:autoSpaceDE w:val="0"/>
        <w:autoSpaceDN w:val="0"/>
        <w:adjustRightInd w:val="0"/>
        <w:jc w:val="both"/>
      </w:pPr>
      <w:r w:rsidRPr="00E27F1B">
        <w:t xml:space="preserve">обжаловать действия (бездействие) должностных лиц </w:t>
      </w:r>
      <w:r>
        <w:t xml:space="preserve">уполномоченного органа, </w:t>
      </w:r>
      <w:r w:rsidRPr="00E27F1B">
        <w:t>структурного подразделения</w:t>
      </w:r>
      <w:r>
        <w:t>,</w:t>
      </w:r>
      <w:r w:rsidRPr="00E27F1B">
        <w:t xml:space="preserve"> повлекшие за собой нарушение прав физического или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A60269" w:rsidRPr="00E27F1B" w:rsidRDefault="00A60269" w:rsidP="0014218C">
      <w:pPr>
        <w:widowControl w:val="0"/>
        <w:autoSpaceDE w:val="0"/>
        <w:autoSpaceDN w:val="0"/>
        <w:adjustRightInd w:val="0"/>
        <w:jc w:val="both"/>
      </w:pPr>
      <w:r w:rsidRPr="00E27F1B">
        <w:t>осуществлять иные права, предусмотренные законодательством Российской Федерации.</w:t>
      </w:r>
    </w:p>
    <w:p w:rsidR="00A60269" w:rsidRPr="00E27F1B" w:rsidRDefault="00A60269" w:rsidP="0014218C">
      <w:pPr>
        <w:widowControl w:val="0"/>
        <w:autoSpaceDE w:val="0"/>
        <w:autoSpaceDN w:val="0"/>
        <w:adjustRightInd w:val="0"/>
        <w:jc w:val="both"/>
      </w:pPr>
      <w:r>
        <w:t>4</w:t>
      </w:r>
      <w:r w:rsidRPr="00E27F1B">
        <w:t>.2. Физические и юридические лица, индивидуальные предприниматели при проведении проверки обязаны:</w:t>
      </w:r>
    </w:p>
    <w:p w:rsidR="00A60269" w:rsidRPr="00E27F1B" w:rsidRDefault="00A60269" w:rsidP="0014218C">
      <w:pPr>
        <w:widowControl w:val="0"/>
        <w:autoSpaceDE w:val="0"/>
        <w:autoSpaceDN w:val="0"/>
        <w:adjustRightInd w:val="0"/>
        <w:jc w:val="both"/>
      </w:pPr>
      <w:r w:rsidRPr="00E27F1B">
        <w:t>обеспечивать присутствие уполномоченных представителей физических лиц, руководителей и иных должностных лиц юридических лиц или уполномоченных представителей индивидуальных предпринимателей;</w:t>
      </w:r>
    </w:p>
    <w:p w:rsidR="00A60269" w:rsidRPr="00E27F1B" w:rsidRDefault="00A60269" w:rsidP="0014218C">
      <w:pPr>
        <w:widowControl w:val="0"/>
        <w:autoSpaceDE w:val="0"/>
        <w:autoSpaceDN w:val="0"/>
        <w:adjustRightInd w:val="0"/>
        <w:jc w:val="both"/>
      </w:pPr>
      <w:r w:rsidRPr="00E27F1B">
        <w:t>представлять необходимые для проведения проверки документы;</w:t>
      </w:r>
    </w:p>
    <w:p w:rsidR="00A60269" w:rsidRPr="00E27F1B" w:rsidRDefault="00A60269" w:rsidP="0014218C">
      <w:pPr>
        <w:widowControl w:val="0"/>
        <w:autoSpaceDE w:val="0"/>
        <w:autoSpaceDN w:val="0"/>
        <w:adjustRightInd w:val="0"/>
        <w:jc w:val="both"/>
      </w:pPr>
      <w:r w:rsidRPr="00E27F1B">
        <w:t xml:space="preserve">не препятствовать осуществлению должностными лицами </w:t>
      </w:r>
      <w:r>
        <w:t xml:space="preserve">уполномоченных органов, </w:t>
      </w:r>
      <w:r w:rsidRPr="00E27F1B">
        <w:t>структурных подразделений муниципального жилищного контроля;</w:t>
      </w:r>
    </w:p>
    <w:p w:rsidR="00A60269" w:rsidRPr="00E27F1B" w:rsidRDefault="00A60269" w:rsidP="0014218C">
      <w:pPr>
        <w:widowControl w:val="0"/>
        <w:autoSpaceDE w:val="0"/>
        <w:autoSpaceDN w:val="0"/>
        <w:adjustRightInd w:val="0"/>
        <w:jc w:val="both"/>
      </w:pPr>
      <w:r w:rsidRPr="00E27F1B">
        <w:t>исполнять иные обязанности, предусмотренные законодательством Российской Федерации.</w:t>
      </w:r>
    </w:p>
    <w:p w:rsidR="00A60269" w:rsidRPr="00E27F1B" w:rsidRDefault="00A60269" w:rsidP="0014218C">
      <w:pPr>
        <w:widowControl w:val="0"/>
        <w:autoSpaceDE w:val="0"/>
        <w:autoSpaceDN w:val="0"/>
        <w:adjustRightInd w:val="0"/>
        <w:jc w:val="both"/>
      </w:pPr>
      <w:r>
        <w:t xml:space="preserve">4.3. </w:t>
      </w:r>
      <w:r w:rsidRPr="00E27F1B">
        <w:t>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Порядка, необоснованно препятствующие проведению проверок, уклоняющиеся от проведения проверок и (или) не исполняющие в установленный срок предписания должностных лиц</w:t>
      </w:r>
      <w:r>
        <w:t xml:space="preserve"> уполномоченного органа,</w:t>
      </w:r>
      <w:r w:rsidRPr="00E27F1B">
        <w:t xml:space="preserve"> структурных подразделений об устранении выявленных нарушений требований федеральных законов, законов </w:t>
      </w:r>
      <w:r>
        <w:t xml:space="preserve">Воронежской </w:t>
      </w:r>
      <w:r w:rsidRPr="00E27F1B">
        <w:t>области и муниципальных правовых актов в области жилищных отношений, несут ответственность в соответствии с законодательством Российской Федерации.</w:t>
      </w:r>
    </w:p>
    <w:p w:rsidR="00A60269" w:rsidRPr="00E27F1B" w:rsidRDefault="00A60269" w:rsidP="0014218C">
      <w:pPr>
        <w:widowControl w:val="0"/>
        <w:autoSpaceDE w:val="0"/>
        <w:autoSpaceDN w:val="0"/>
        <w:adjustRightInd w:val="0"/>
        <w:jc w:val="both"/>
      </w:pPr>
    </w:p>
    <w:p w:rsidR="00A60269" w:rsidRPr="001D1B01" w:rsidRDefault="00A60269" w:rsidP="0014218C">
      <w:pPr>
        <w:widowControl w:val="0"/>
        <w:autoSpaceDE w:val="0"/>
        <w:autoSpaceDN w:val="0"/>
        <w:adjustRightInd w:val="0"/>
        <w:jc w:val="center"/>
      </w:pPr>
      <w:r>
        <w:t xml:space="preserve">5. </w:t>
      </w:r>
      <w:r w:rsidRPr="001D1B01">
        <w:t>Взаимодействие органов муниципального жилищного контроля с уполномоченным органом исполнительной власти Во</w:t>
      </w:r>
      <w:r>
        <w:t>ронежской области</w:t>
      </w:r>
      <w:r w:rsidRPr="001D1B01">
        <w:t>, осуществляющим региональный государственный жилищный надзор</w:t>
      </w:r>
    </w:p>
    <w:p w:rsidR="00A60269" w:rsidRDefault="00A60269" w:rsidP="0014218C">
      <w:pPr>
        <w:widowControl w:val="0"/>
        <w:autoSpaceDE w:val="0"/>
        <w:autoSpaceDN w:val="0"/>
        <w:adjustRightInd w:val="0"/>
        <w:jc w:val="both"/>
      </w:pPr>
    </w:p>
    <w:p w:rsidR="00A60269" w:rsidRDefault="00A60269" w:rsidP="0014218C">
      <w:pPr>
        <w:widowControl w:val="0"/>
        <w:autoSpaceDE w:val="0"/>
        <w:autoSpaceDN w:val="0"/>
        <w:adjustRightInd w:val="0"/>
        <w:jc w:val="both"/>
      </w:pPr>
      <w:r w:rsidRPr="00E27F1B">
        <w:t xml:space="preserve"> </w:t>
      </w:r>
      <w:r w:rsidRPr="001D1B01">
        <w:t>Взаимодействие органов муниципального жилищного контроля с уполномоченным органом исполнительной власти Во</w:t>
      </w:r>
      <w:r>
        <w:t xml:space="preserve">ронежской </w:t>
      </w:r>
      <w:r w:rsidRPr="001D1B01">
        <w:t>области, осуществляющим региональный государственный жилищный надзор</w:t>
      </w:r>
      <w:r>
        <w:t xml:space="preserve"> осуществляется в порядке, установленном Законом Воронежской области «</w:t>
      </w:r>
      <w:r w:rsidRPr="006B2B8E">
        <w:t xml:space="preserve">О </w:t>
      </w:r>
      <w:r>
        <w:t xml:space="preserve">порядке взаимодействия при организации и осуществлении </w:t>
      </w:r>
      <w:r w:rsidRPr="006B2B8E">
        <w:t>муниципально</w:t>
      </w:r>
      <w:r>
        <w:t>го</w:t>
      </w:r>
      <w:r w:rsidRPr="006B2B8E">
        <w:t xml:space="preserve"> жилищно</w:t>
      </w:r>
      <w:r>
        <w:t>го</w:t>
      </w:r>
      <w:r w:rsidRPr="006B2B8E">
        <w:t xml:space="preserve"> контрол</w:t>
      </w:r>
      <w:r>
        <w:t>я на территории Воронежской области органов муниципального жилищного контроля с исполнительным органом государственной власти Воронежской области, уполномоченным осуществлять региональный государственный жилищный надзор».</w:t>
      </w:r>
    </w:p>
    <w:p w:rsidR="00A60269" w:rsidRDefault="00A60269" w:rsidP="0014218C">
      <w:pPr>
        <w:widowControl w:val="0"/>
        <w:autoSpaceDE w:val="0"/>
        <w:autoSpaceDN w:val="0"/>
        <w:adjustRightInd w:val="0"/>
        <w:jc w:val="both"/>
      </w:pPr>
    </w:p>
    <w:p w:rsidR="00A60269" w:rsidRDefault="00A60269" w:rsidP="008030D5"/>
    <w:p w:rsidR="00A60269" w:rsidRDefault="00A60269" w:rsidP="008030D5"/>
    <w:p w:rsidR="00A60269" w:rsidRDefault="00A60269" w:rsidP="008030D5"/>
    <w:p w:rsidR="00A60269" w:rsidRDefault="00A60269" w:rsidP="008030D5">
      <w:r>
        <w:t>Ответственный за выпуск: глава Хрещатовского сельского поселения Калачеевского муниципального района Воронежской области Шулекин Николай Иванович</w:t>
      </w:r>
    </w:p>
    <w:p w:rsidR="00A60269" w:rsidRDefault="00A60269" w:rsidP="008030D5">
      <w:r>
        <w:t>Адрес редакции: 397622 Воронежская область, Калачеевский район, село Хрещатое, Красна Площадь, 1</w:t>
      </w:r>
    </w:p>
    <w:p w:rsidR="00A60269" w:rsidRDefault="00A60269" w:rsidP="008030D5">
      <w:r>
        <w:t>т. (47363) 33-3-43.</w:t>
      </w:r>
    </w:p>
    <w:p w:rsidR="00A60269" w:rsidRDefault="00A60269" w:rsidP="008030D5">
      <w:r>
        <w:t>Адрес издателя: 397622 Воронежская область, Калачеевский район, село Хрещатое, Красная Площадь, 1</w:t>
      </w:r>
    </w:p>
    <w:p w:rsidR="00A60269" w:rsidRDefault="00A60269" w:rsidP="008030D5">
      <w:pPr>
        <w:rPr>
          <w:rFonts w:ascii="Arial" w:hAnsi="Arial" w:cs="Arial"/>
        </w:rPr>
      </w:pPr>
      <w:r>
        <w:t>т. (47363) 33-3-43.</w:t>
      </w:r>
    </w:p>
    <w:p w:rsidR="00A60269" w:rsidRDefault="00A60269" w:rsidP="008030D5">
      <w:r>
        <w:t>Адрес типографии: 397622 Воронежская область, Калачеевский район, село Хрещатое, Красна Площадь, 1</w:t>
      </w:r>
    </w:p>
    <w:p w:rsidR="00A60269" w:rsidRDefault="00A60269" w:rsidP="008030D5">
      <w:r>
        <w:t>т. (47363) 33-3-43.</w:t>
      </w:r>
    </w:p>
    <w:p w:rsidR="00A60269" w:rsidRDefault="00A60269" w:rsidP="008030D5"/>
    <w:p w:rsidR="00A60269" w:rsidRDefault="00A60269" w:rsidP="008030D5">
      <w:r>
        <w:t>Подписано к печати: 16.08.2013 года в 15 часов.</w:t>
      </w:r>
    </w:p>
    <w:p w:rsidR="00A60269" w:rsidRDefault="00A60269" w:rsidP="008030D5">
      <w:r>
        <w:t>Тираж: 50 экз.</w:t>
      </w:r>
    </w:p>
    <w:p w:rsidR="00A60269" w:rsidRDefault="00A60269" w:rsidP="008030D5">
      <w:r>
        <w:t>Распространяется бесплатно.</w:t>
      </w:r>
    </w:p>
    <w:p w:rsidR="00A60269" w:rsidRDefault="00A60269" w:rsidP="008030D5">
      <w:pPr>
        <w:rPr>
          <w:b/>
          <w:bCs/>
        </w:rPr>
      </w:pPr>
      <w:r>
        <w:t>Тираж: 50 эк</w:t>
      </w:r>
    </w:p>
    <w:p w:rsidR="00A60269" w:rsidRDefault="00A60269" w:rsidP="008030D5"/>
    <w:p w:rsidR="00A60269" w:rsidRDefault="00A60269" w:rsidP="0014218C"/>
    <w:sectPr w:rsidR="00A60269" w:rsidSect="0014218C">
      <w:headerReference w:type="default" r:id="rId13"/>
      <w:footerReference w:type="default" r:id="rId14"/>
      <w:headerReference w:type="first" r:id="rId15"/>
      <w:footerReference w:type="first" r:id="rId16"/>
      <w:pgSz w:w="11906" w:h="16838"/>
      <w:pgMar w:top="794" w:right="794" w:bottom="567"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269" w:rsidRDefault="00A60269" w:rsidP="00790A57">
      <w:r>
        <w:separator/>
      </w:r>
    </w:p>
  </w:endnote>
  <w:endnote w:type="continuationSeparator" w:id="0">
    <w:p w:rsidR="00A60269" w:rsidRDefault="00A60269" w:rsidP="00790A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69" w:rsidRDefault="00A602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69" w:rsidRDefault="00A602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269" w:rsidRDefault="00A60269" w:rsidP="00790A57">
      <w:r>
        <w:separator/>
      </w:r>
    </w:p>
  </w:footnote>
  <w:footnote w:type="continuationSeparator" w:id="0">
    <w:p w:rsidR="00A60269" w:rsidRDefault="00A60269" w:rsidP="00790A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69" w:rsidRDefault="00A60269">
    <w:pPr>
      <w:pStyle w:val="Header"/>
    </w:pPr>
  </w:p>
  <w:p w:rsidR="00A60269" w:rsidRDefault="00A6026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269" w:rsidRDefault="00A6026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0A57"/>
    <w:rsid w:val="00001448"/>
    <w:rsid w:val="00001EA3"/>
    <w:rsid w:val="00003E69"/>
    <w:rsid w:val="00007884"/>
    <w:rsid w:val="00011A66"/>
    <w:rsid w:val="00017D13"/>
    <w:rsid w:val="000245AA"/>
    <w:rsid w:val="00024AB3"/>
    <w:rsid w:val="000348AE"/>
    <w:rsid w:val="0004138E"/>
    <w:rsid w:val="000422E8"/>
    <w:rsid w:val="000620DC"/>
    <w:rsid w:val="00073CDA"/>
    <w:rsid w:val="0007431D"/>
    <w:rsid w:val="00074F36"/>
    <w:rsid w:val="000754E1"/>
    <w:rsid w:val="00075E47"/>
    <w:rsid w:val="000827CE"/>
    <w:rsid w:val="00083033"/>
    <w:rsid w:val="00083B13"/>
    <w:rsid w:val="000859D9"/>
    <w:rsid w:val="00086227"/>
    <w:rsid w:val="0008669D"/>
    <w:rsid w:val="00097D06"/>
    <w:rsid w:val="000A264B"/>
    <w:rsid w:val="000B4F15"/>
    <w:rsid w:val="000C52A8"/>
    <w:rsid w:val="000C7679"/>
    <w:rsid w:val="000D5CF4"/>
    <w:rsid w:val="000D7C77"/>
    <w:rsid w:val="000E502E"/>
    <w:rsid w:val="000E7DA7"/>
    <w:rsid w:val="000F2DFB"/>
    <w:rsid w:val="000F739F"/>
    <w:rsid w:val="00104789"/>
    <w:rsid w:val="00106EC0"/>
    <w:rsid w:val="00110B23"/>
    <w:rsid w:val="00111998"/>
    <w:rsid w:val="001122A9"/>
    <w:rsid w:val="00114525"/>
    <w:rsid w:val="001156ED"/>
    <w:rsid w:val="0013017B"/>
    <w:rsid w:val="00130D9C"/>
    <w:rsid w:val="00136FFF"/>
    <w:rsid w:val="00137EEC"/>
    <w:rsid w:val="0014218C"/>
    <w:rsid w:val="001443B2"/>
    <w:rsid w:val="001502B8"/>
    <w:rsid w:val="0015142D"/>
    <w:rsid w:val="00153AF0"/>
    <w:rsid w:val="00163E93"/>
    <w:rsid w:val="00164310"/>
    <w:rsid w:val="00177006"/>
    <w:rsid w:val="001774A6"/>
    <w:rsid w:val="0018626B"/>
    <w:rsid w:val="0018736F"/>
    <w:rsid w:val="00187717"/>
    <w:rsid w:val="00190A32"/>
    <w:rsid w:val="00191CF2"/>
    <w:rsid w:val="001A1554"/>
    <w:rsid w:val="001A1E8D"/>
    <w:rsid w:val="001A2580"/>
    <w:rsid w:val="001A6067"/>
    <w:rsid w:val="001B4347"/>
    <w:rsid w:val="001B6629"/>
    <w:rsid w:val="001C659E"/>
    <w:rsid w:val="001C6642"/>
    <w:rsid w:val="001D016F"/>
    <w:rsid w:val="001D1B01"/>
    <w:rsid w:val="001D3A48"/>
    <w:rsid w:val="001D5547"/>
    <w:rsid w:val="001F2D18"/>
    <w:rsid w:val="001F2DA6"/>
    <w:rsid w:val="001F3038"/>
    <w:rsid w:val="001F4606"/>
    <w:rsid w:val="001F7979"/>
    <w:rsid w:val="00203579"/>
    <w:rsid w:val="002043F0"/>
    <w:rsid w:val="002048EA"/>
    <w:rsid w:val="00226A02"/>
    <w:rsid w:val="00230159"/>
    <w:rsid w:val="00231BD0"/>
    <w:rsid w:val="00235BBD"/>
    <w:rsid w:val="00246DA6"/>
    <w:rsid w:val="0027334B"/>
    <w:rsid w:val="002807CE"/>
    <w:rsid w:val="00281C36"/>
    <w:rsid w:val="002857A7"/>
    <w:rsid w:val="00287038"/>
    <w:rsid w:val="00290995"/>
    <w:rsid w:val="00294FDF"/>
    <w:rsid w:val="002A053A"/>
    <w:rsid w:val="002A1DB3"/>
    <w:rsid w:val="002A2851"/>
    <w:rsid w:val="002A6197"/>
    <w:rsid w:val="002B1C20"/>
    <w:rsid w:val="002C33C4"/>
    <w:rsid w:val="002C4483"/>
    <w:rsid w:val="002D1995"/>
    <w:rsid w:val="002D3A71"/>
    <w:rsid w:val="002E2CA1"/>
    <w:rsid w:val="002F4698"/>
    <w:rsid w:val="002F5986"/>
    <w:rsid w:val="003072DE"/>
    <w:rsid w:val="003115F2"/>
    <w:rsid w:val="00322509"/>
    <w:rsid w:val="0032389F"/>
    <w:rsid w:val="00325E4C"/>
    <w:rsid w:val="0033054E"/>
    <w:rsid w:val="00330B57"/>
    <w:rsid w:val="00337CB8"/>
    <w:rsid w:val="0035042A"/>
    <w:rsid w:val="00353CA8"/>
    <w:rsid w:val="00361E97"/>
    <w:rsid w:val="00362EE9"/>
    <w:rsid w:val="0036447F"/>
    <w:rsid w:val="00364F89"/>
    <w:rsid w:val="003730C5"/>
    <w:rsid w:val="00380215"/>
    <w:rsid w:val="003858BD"/>
    <w:rsid w:val="00387FA2"/>
    <w:rsid w:val="00390E24"/>
    <w:rsid w:val="003912D5"/>
    <w:rsid w:val="003B22F7"/>
    <w:rsid w:val="003C3DE7"/>
    <w:rsid w:val="003C4C03"/>
    <w:rsid w:val="003D1325"/>
    <w:rsid w:val="003E4011"/>
    <w:rsid w:val="003E68DE"/>
    <w:rsid w:val="0040287D"/>
    <w:rsid w:val="004129E5"/>
    <w:rsid w:val="0041682D"/>
    <w:rsid w:val="00417FC7"/>
    <w:rsid w:val="00420F3F"/>
    <w:rsid w:val="004213A3"/>
    <w:rsid w:val="004272F5"/>
    <w:rsid w:val="00446334"/>
    <w:rsid w:val="00446680"/>
    <w:rsid w:val="00456E79"/>
    <w:rsid w:val="00457AC5"/>
    <w:rsid w:val="00466602"/>
    <w:rsid w:val="004716F6"/>
    <w:rsid w:val="00474185"/>
    <w:rsid w:val="00486300"/>
    <w:rsid w:val="00490119"/>
    <w:rsid w:val="004929F8"/>
    <w:rsid w:val="00494C46"/>
    <w:rsid w:val="00496777"/>
    <w:rsid w:val="004B0E57"/>
    <w:rsid w:val="004B32EB"/>
    <w:rsid w:val="004B5934"/>
    <w:rsid w:val="004B78AF"/>
    <w:rsid w:val="004E353D"/>
    <w:rsid w:val="004E424A"/>
    <w:rsid w:val="004F01E8"/>
    <w:rsid w:val="004F38AB"/>
    <w:rsid w:val="00501B77"/>
    <w:rsid w:val="00504B4A"/>
    <w:rsid w:val="00506BF7"/>
    <w:rsid w:val="00507C61"/>
    <w:rsid w:val="005101C3"/>
    <w:rsid w:val="0051206A"/>
    <w:rsid w:val="00514A5B"/>
    <w:rsid w:val="00524994"/>
    <w:rsid w:val="005355C8"/>
    <w:rsid w:val="00542118"/>
    <w:rsid w:val="005436B7"/>
    <w:rsid w:val="005439D9"/>
    <w:rsid w:val="00544010"/>
    <w:rsid w:val="00551300"/>
    <w:rsid w:val="005519CE"/>
    <w:rsid w:val="005537AB"/>
    <w:rsid w:val="005539DB"/>
    <w:rsid w:val="00554750"/>
    <w:rsid w:val="00555149"/>
    <w:rsid w:val="00557FCC"/>
    <w:rsid w:val="005658C3"/>
    <w:rsid w:val="005822CF"/>
    <w:rsid w:val="00587EDF"/>
    <w:rsid w:val="00594B8C"/>
    <w:rsid w:val="00594F1E"/>
    <w:rsid w:val="00597E3F"/>
    <w:rsid w:val="005A4534"/>
    <w:rsid w:val="005B2217"/>
    <w:rsid w:val="005B3E82"/>
    <w:rsid w:val="005C01FF"/>
    <w:rsid w:val="005D03FD"/>
    <w:rsid w:val="005F1ED4"/>
    <w:rsid w:val="005F5967"/>
    <w:rsid w:val="00607450"/>
    <w:rsid w:val="006119F4"/>
    <w:rsid w:val="00614B35"/>
    <w:rsid w:val="006220B9"/>
    <w:rsid w:val="00633BA3"/>
    <w:rsid w:val="006373A9"/>
    <w:rsid w:val="006409E3"/>
    <w:rsid w:val="006416CF"/>
    <w:rsid w:val="00642E73"/>
    <w:rsid w:val="006433C9"/>
    <w:rsid w:val="00653825"/>
    <w:rsid w:val="00660ACB"/>
    <w:rsid w:val="006752A3"/>
    <w:rsid w:val="006759FB"/>
    <w:rsid w:val="00675D77"/>
    <w:rsid w:val="00676491"/>
    <w:rsid w:val="0068513A"/>
    <w:rsid w:val="006935F1"/>
    <w:rsid w:val="006A5F14"/>
    <w:rsid w:val="006A60E6"/>
    <w:rsid w:val="006B2B8E"/>
    <w:rsid w:val="006B3A82"/>
    <w:rsid w:val="006D07C2"/>
    <w:rsid w:val="006D5EB5"/>
    <w:rsid w:val="006D6194"/>
    <w:rsid w:val="006E0092"/>
    <w:rsid w:val="006E482D"/>
    <w:rsid w:val="006E4B0E"/>
    <w:rsid w:val="007051FF"/>
    <w:rsid w:val="00717B8D"/>
    <w:rsid w:val="00736393"/>
    <w:rsid w:val="0074511C"/>
    <w:rsid w:val="00754E8B"/>
    <w:rsid w:val="00757B90"/>
    <w:rsid w:val="0078773B"/>
    <w:rsid w:val="00790A57"/>
    <w:rsid w:val="007A0741"/>
    <w:rsid w:val="007A2A90"/>
    <w:rsid w:val="007A55B7"/>
    <w:rsid w:val="007A5E05"/>
    <w:rsid w:val="007A7923"/>
    <w:rsid w:val="007B3395"/>
    <w:rsid w:val="007B6CCA"/>
    <w:rsid w:val="007C0245"/>
    <w:rsid w:val="007C3C01"/>
    <w:rsid w:val="007C416C"/>
    <w:rsid w:val="007C6FB7"/>
    <w:rsid w:val="007E57CC"/>
    <w:rsid w:val="007E696E"/>
    <w:rsid w:val="007E6C36"/>
    <w:rsid w:val="007E7CCF"/>
    <w:rsid w:val="007F2AA1"/>
    <w:rsid w:val="007F3449"/>
    <w:rsid w:val="007F56AC"/>
    <w:rsid w:val="007F622C"/>
    <w:rsid w:val="007F716E"/>
    <w:rsid w:val="008030D5"/>
    <w:rsid w:val="00803AE4"/>
    <w:rsid w:val="0080413B"/>
    <w:rsid w:val="008042F6"/>
    <w:rsid w:val="0080715C"/>
    <w:rsid w:val="008116A5"/>
    <w:rsid w:val="00814901"/>
    <w:rsid w:val="00822544"/>
    <w:rsid w:val="008268F1"/>
    <w:rsid w:val="00830AD8"/>
    <w:rsid w:val="00831233"/>
    <w:rsid w:val="00831FCE"/>
    <w:rsid w:val="00833536"/>
    <w:rsid w:val="00843780"/>
    <w:rsid w:val="0084599E"/>
    <w:rsid w:val="00852ED7"/>
    <w:rsid w:val="00854CFD"/>
    <w:rsid w:val="0085518A"/>
    <w:rsid w:val="0085600C"/>
    <w:rsid w:val="00857A8B"/>
    <w:rsid w:val="00860065"/>
    <w:rsid w:val="0086477C"/>
    <w:rsid w:val="00866D93"/>
    <w:rsid w:val="00870DDE"/>
    <w:rsid w:val="00871562"/>
    <w:rsid w:val="008720A6"/>
    <w:rsid w:val="008730F2"/>
    <w:rsid w:val="00875283"/>
    <w:rsid w:val="00885B03"/>
    <w:rsid w:val="00886F88"/>
    <w:rsid w:val="00890FDD"/>
    <w:rsid w:val="008915D4"/>
    <w:rsid w:val="00892AC9"/>
    <w:rsid w:val="008A6352"/>
    <w:rsid w:val="008A7D76"/>
    <w:rsid w:val="008A7DA0"/>
    <w:rsid w:val="008B112F"/>
    <w:rsid w:val="008C7E2B"/>
    <w:rsid w:val="008D125A"/>
    <w:rsid w:val="008D1B30"/>
    <w:rsid w:val="008D2D41"/>
    <w:rsid w:val="008D34F0"/>
    <w:rsid w:val="008E18C6"/>
    <w:rsid w:val="008E2D30"/>
    <w:rsid w:val="008F48E6"/>
    <w:rsid w:val="00900074"/>
    <w:rsid w:val="0090327C"/>
    <w:rsid w:val="0090672C"/>
    <w:rsid w:val="009140E1"/>
    <w:rsid w:val="00915615"/>
    <w:rsid w:val="009204BD"/>
    <w:rsid w:val="00920B39"/>
    <w:rsid w:val="00927BDA"/>
    <w:rsid w:val="009316A9"/>
    <w:rsid w:val="00933EEE"/>
    <w:rsid w:val="00942EA1"/>
    <w:rsid w:val="00943FFD"/>
    <w:rsid w:val="009509FA"/>
    <w:rsid w:val="009560D8"/>
    <w:rsid w:val="009631F4"/>
    <w:rsid w:val="00972929"/>
    <w:rsid w:val="0097482A"/>
    <w:rsid w:val="009935D7"/>
    <w:rsid w:val="00994AEB"/>
    <w:rsid w:val="00995427"/>
    <w:rsid w:val="00995E21"/>
    <w:rsid w:val="009B0647"/>
    <w:rsid w:val="009B367F"/>
    <w:rsid w:val="009B36A5"/>
    <w:rsid w:val="009B410F"/>
    <w:rsid w:val="009B5585"/>
    <w:rsid w:val="009B6408"/>
    <w:rsid w:val="009B7D9F"/>
    <w:rsid w:val="009C01E5"/>
    <w:rsid w:val="009C383E"/>
    <w:rsid w:val="009D0446"/>
    <w:rsid w:val="009D445D"/>
    <w:rsid w:val="009D4F1D"/>
    <w:rsid w:val="009D57A6"/>
    <w:rsid w:val="009E5C0D"/>
    <w:rsid w:val="009E77C1"/>
    <w:rsid w:val="009F24A7"/>
    <w:rsid w:val="009F4F4E"/>
    <w:rsid w:val="009F51A8"/>
    <w:rsid w:val="009F5A74"/>
    <w:rsid w:val="009F7430"/>
    <w:rsid w:val="00A02119"/>
    <w:rsid w:val="00A022A2"/>
    <w:rsid w:val="00A11093"/>
    <w:rsid w:val="00A13BCC"/>
    <w:rsid w:val="00A1586B"/>
    <w:rsid w:val="00A266B2"/>
    <w:rsid w:val="00A308DB"/>
    <w:rsid w:val="00A31F68"/>
    <w:rsid w:val="00A435D5"/>
    <w:rsid w:val="00A451EF"/>
    <w:rsid w:val="00A45E4B"/>
    <w:rsid w:val="00A4748B"/>
    <w:rsid w:val="00A53D6F"/>
    <w:rsid w:val="00A563FB"/>
    <w:rsid w:val="00A56538"/>
    <w:rsid w:val="00A60269"/>
    <w:rsid w:val="00A70688"/>
    <w:rsid w:val="00A737B1"/>
    <w:rsid w:val="00A77514"/>
    <w:rsid w:val="00A94B22"/>
    <w:rsid w:val="00A958EC"/>
    <w:rsid w:val="00AA55AE"/>
    <w:rsid w:val="00AB0CDF"/>
    <w:rsid w:val="00AB217D"/>
    <w:rsid w:val="00AB23D0"/>
    <w:rsid w:val="00AB3B82"/>
    <w:rsid w:val="00AC6291"/>
    <w:rsid w:val="00AE0515"/>
    <w:rsid w:val="00AE17E2"/>
    <w:rsid w:val="00AE6AAE"/>
    <w:rsid w:val="00AF4134"/>
    <w:rsid w:val="00B04D5F"/>
    <w:rsid w:val="00B056BF"/>
    <w:rsid w:val="00B2070A"/>
    <w:rsid w:val="00B2325F"/>
    <w:rsid w:val="00B2387D"/>
    <w:rsid w:val="00B24456"/>
    <w:rsid w:val="00B25F62"/>
    <w:rsid w:val="00B3268B"/>
    <w:rsid w:val="00B333C2"/>
    <w:rsid w:val="00B34429"/>
    <w:rsid w:val="00B3752A"/>
    <w:rsid w:val="00B44FE3"/>
    <w:rsid w:val="00B45DA4"/>
    <w:rsid w:val="00B46107"/>
    <w:rsid w:val="00B60AF4"/>
    <w:rsid w:val="00B62899"/>
    <w:rsid w:val="00B75F8E"/>
    <w:rsid w:val="00B761B9"/>
    <w:rsid w:val="00B77DEC"/>
    <w:rsid w:val="00B80DED"/>
    <w:rsid w:val="00B82364"/>
    <w:rsid w:val="00B877A3"/>
    <w:rsid w:val="00B87D9D"/>
    <w:rsid w:val="00B93434"/>
    <w:rsid w:val="00B9597B"/>
    <w:rsid w:val="00B96AEC"/>
    <w:rsid w:val="00BA0A83"/>
    <w:rsid w:val="00BA217F"/>
    <w:rsid w:val="00BA55F2"/>
    <w:rsid w:val="00BA6664"/>
    <w:rsid w:val="00BA689A"/>
    <w:rsid w:val="00BA71DD"/>
    <w:rsid w:val="00BB2104"/>
    <w:rsid w:val="00BB2761"/>
    <w:rsid w:val="00BB59CC"/>
    <w:rsid w:val="00BB65D8"/>
    <w:rsid w:val="00BC2FE3"/>
    <w:rsid w:val="00BC3AA1"/>
    <w:rsid w:val="00BC5938"/>
    <w:rsid w:val="00BC66F7"/>
    <w:rsid w:val="00BE108F"/>
    <w:rsid w:val="00BF0ECC"/>
    <w:rsid w:val="00BF323B"/>
    <w:rsid w:val="00C02FF3"/>
    <w:rsid w:val="00C05B0E"/>
    <w:rsid w:val="00C33E7D"/>
    <w:rsid w:val="00C35347"/>
    <w:rsid w:val="00C40C53"/>
    <w:rsid w:val="00C43888"/>
    <w:rsid w:val="00C54232"/>
    <w:rsid w:val="00C56D68"/>
    <w:rsid w:val="00C646B1"/>
    <w:rsid w:val="00C66768"/>
    <w:rsid w:val="00C67B7D"/>
    <w:rsid w:val="00C67F79"/>
    <w:rsid w:val="00C83D65"/>
    <w:rsid w:val="00C852B7"/>
    <w:rsid w:val="00C86D33"/>
    <w:rsid w:val="00C93AAC"/>
    <w:rsid w:val="00C96D54"/>
    <w:rsid w:val="00CA02C7"/>
    <w:rsid w:val="00CA3014"/>
    <w:rsid w:val="00CA37FF"/>
    <w:rsid w:val="00CB254C"/>
    <w:rsid w:val="00CB6B09"/>
    <w:rsid w:val="00CB6DBF"/>
    <w:rsid w:val="00CC03DB"/>
    <w:rsid w:val="00CC4D85"/>
    <w:rsid w:val="00CD27AF"/>
    <w:rsid w:val="00CD2BD6"/>
    <w:rsid w:val="00CD6506"/>
    <w:rsid w:val="00CE7175"/>
    <w:rsid w:val="00CF35E4"/>
    <w:rsid w:val="00CF7D67"/>
    <w:rsid w:val="00D0240B"/>
    <w:rsid w:val="00D027CF"/>
    <w:rsid w:val="00D04E48"/>
    <w:rsid w:val="00D069DE"/>
    <w:rsid w:val="00D17571"/>
    <w:rsid w:val="00D24F3C"/>
    <w:rsid w:val="00D33006"/>
    <w:rsid w:val="00D3691B"/>
    <w:rsid w:val="00D37BE6"/>
    <w:rsid w:val="00D402E2"/>
    <w:rsid w:val="00D426F9"/>
    <w:rsid w:val="00D4411F"/>
    <w:rsid w:val="00D47B39"/>
    <w:rsid w:val="00D53859"/>
    <w:rsid w:val="00D6751B"/>
    <w:rsid w:val="00D738CB"/>
    <w:rsid w:val="00D903A4"/>
    <w:rsid w:val="00D9500D"/>
    <w:rsid w:val="00D97572"/>
    <w:rsid w:val="00DA3254"/>
    <w:rsid w:val="00DA4502"/>
    <w:rsid w:val="00DB70D7"/>
    <w:rsid w:val="00DC0311"/>
    <w:rsid w:val="00DC6430"/>
    <w:rsid w:val="00DD1AA7"/>
    <w:rsid w:val="00DD7DCE"/>
    <w:rsid w:val="00DE1E64"/>
    <w:rsid w:val="00DF4277"/>
    <w:rsid w:val="00DF454F"/>
    <w:rsid w:val="00DF5074"/>
    <w:rsid w:val="00E004F3"/>
    <w:rsid w:val="00E02F79"/>
    <w:rsid w:val="00E04C43"/>
    <w:rsid w:val="00E1455B"/>
    <w:rsid w:val="00E1473B"/>
    <w:rsid w:val="00E15C69"/>
    <w:rsid w:val="00E17765"/>
    <w:rsid w:val="00E27F1B"/>
    <w:rsid w:val="00E432F2"/>
    <w:rsid w:val="00E447A0"/>
    <w:rsid w:val="00E54109"/>
    <w:rsid w:val="00E56AF4"/>
    <w:rsid w:val="00E60052"/>
    <w:rsid w:val="00E6701E"/>
    <w:rsid w:val="00E70255"/>
    <w:rsid w:val="00E76235"/>
    <w:rsid w:val="00E80C92"/>
    <w:rsid w:val="00E84569"/>
    <w:rsid w:val="00E86982"/>
    <w:rsid w:val="00E90BC1"/>
    <w:rsid w:val="00E944F5"/>
    <w:rsid w:val="00E95C5D"/>
    <w:rsid w:val="00EB30D0"/>
    <w:rsid w:val="00EB30D6"/>
    <w:rsid w:val="00EB643B"/>
    <w:rsid w:val="00EC195F"/>
    <w:rsid w:val="00EC1C55"/>
    <w:rsid w:val="00EC5A2D"/>
    <w:rsid w:val="00EE10A2"/>
    <w:rsid w:val="00EE6A1F"/>
    <w:rsid w:val="00EF4C4D"/>
    <w:rsid w:val="00EF755A"/>
    <w:rsid w:val="00F02831"/>
    <w:rsid w:val="00F034FF"/>
    <w:rsid w:val="00F110A1"/>
    <w:rsid w:val="00F13D69"/>
    <w:rsid w:val="00F16475"/>
    <w:rsid w:val="00F25CA7"/>
    <w:rsid w:val="00F350E1"/>
    <w:rsid w:val="00F36C71"/>
    <w:rsid w:val="00F4033E"/>
    <w:rsid w:val="00F40C56"/>
    <w:rsid w:val="00F4176C"/>
    <w:rsid w:val="00F478F2"/>
    <w:rsid w:val="00F506C7"/>
    <w:rsid w:val="00F53DB9"/>
    <w:rsid w:val="00F55BCA"/>
    <w:rsid w:val="00F55C61"/>
    <w:rsid w:val="00F564A1"/>
    <w:rsid w:val="00F65809"/>
    <w:rsid w:val="00F706AB"/>
    <w:rsid w:val="00F72167"/>
    <w:rsid w:val="00F946F5"/>
    <w:rsid w:val="00F96214"/>
    <w:rsid w:val="00FA1F9B"/>
    <w:rsid w:val="00FA6D89"/>
    <w:rsid w:val="00FB2932"/>
    <w:rsid w:val="00FB3700"/>
    <w:rsid w:val="00FB3A4F"/>
    <w:rsid w:val="00FB4942"/>
    <w:rsid w:val="00FC09E7"/>
    <w:rsid w:val="00FC4182"/>
    <w:rsid w:val="00FC53E7"/>
    <w:rsid w:val="00FC640C"/>
    <w:rsid w:val="00FC6538"/>
    <w:rsid w:val="00FD6596"/>
    <w:rsid w:val="00FE1DC6"/>
    <w:rsid w:val="00FE71E4"/>
    <w:rsid w:val="00FE7C0E"/>
    <w:rsid w:val="00FF44B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A57"/>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790A57"/>
    <w:pPr>
      <w:widowControl w:val="0"/>
      <w:autoSpaceDE w:val="0"/>
      <w:autoSpaceDN w:val="0"/>
      <w:adjustRightInd w:val="0"/>
    </w:pPr>
    <w:rPr>
      <w:rFonts w:ascii="Times New Roman" w:eastAsia="Times New Roman" w:hAnsi="Times New Roman"/>
      <w:b/>
      <w:bCs/>
      <w:sz w:val="24"/>
      <w:szCs w:val="24"/>
    </w:rPr>
  </w:style>
  <w:style w:type="paragraph" w:styleId="Header">
    <w:name w:val="header"/>
    <w:basedOn w:val="Normal"/>
    <w:link w:val="HeaderChar"/>
    <w:uiPriority w:val="99"/>
    <w:rsid w:val="00790A57"/>
    <w:pPr>
      <w:tabs>
        <w:tab w:val="center" w:pos="4677"/>
        <w:tab w:val="right" w:pos="9355"/>
      </w:tabs>
    </w:pPr>
  </w:style>
  <w:style w:type="character" w:customStyle="1" w:styleId="HeaderChar">
    <w:name w:val="Header Char"/>
    <w:basedOn w:val="DefaultParagraphFont"/>
    <w:link w:val="Header"/>
    <w:uiPriority w:val="99"/>
    <w:locked/>
    <w:rsid w:val="00790A57"/>
    <w:rPr>
      <w:rFonts w:ascii="Times New Roman" w:hAnsi="Times New Roman" w:cs="Times New Roman"/>
      <w:sz w:val="24"/>
      <w:szCs w:val="24"/>
      <w:lang w:eastAsia="ru-RU"/>
    </w:rPr>
  </w:style>
  <w:style w:type="paragraph" w:styleId="Footer">
    <w:name w:val="footer"/>
    <w:basedOn w:val="Normal"/>
    <w:link w:val="FooterChar"/>
    <w:uiPriority w:val="99"/>
    <w:semiHidden/>
    <w:rsid w:val="00790A57"/>
    <w:pPr>
      <w:tabs>
        <w:tab w:val="center" w:pos="4677"/>
        <w:tab w:val="right" w:pos="9355"/>
      </w:tabs>
    </w:pPr>
  </w:style>
  <w:style w:type="character" w:customStyle="1" w:styleId="FooterChar">
    <w:name w:val="Footer Char"/>
    <w:basedOn w:val="DefaultParagraphFont"/>
    <w:link w:val="Footer"/>
    <w:uiPriority w:val="99"/>
    <w:semiHidden/>
    <w:locked/>
    <w:rsid w:val="00790A57"/>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37521474">
      <w:marLeft w:val="0"/>
      <w:marRight w:val="0"/>
      <w:marTop w:val="0"/>
      <w:marBottom w:val="0"/>
      <w:divBdr>
        <w:top w:val="none" w:sz="0" w:space="0" w:color="auto"/>
        <w:left w:val="none" w:sz="0" w:space="0" w:color="auto"/>
        <w:bottom w:val="none" w:sz="0" w:space="0" w:color="auto"/>
        <w:right w:val="none" w:sz="0" w:space="0" w:color="auto"/>
      </w:divBdr>
    </w:div>
    <w:div w:id="19375214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2698C0AD98701861567593ADDF254B0315E4C3BCBA2F727944C97222QAL8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0B2698C0AD98701861567593ADDF254B0315E1C0BFB02F727944C97222QAL8F" TargetMode="External"/><Relationship Id="rId12" Type="http://schemas.openxmlformats.org/officeDocument/2006/relationships/hyperlink" Target="consultantplus://offline/ref=195DC9BF88C9136C63EAF63025C32D87500CAA29EAE2E062D2286F448164L0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consultantplus://offline/ref=0B2698C0AD98701861567593ADDF254B0315E6CFBBB72F727944C97222QAL8F" TargetMode="External"/><Relationship Id="rId11" Type="http://schemas.openxmlformats.org/officeDocument/2006/relationships/hyperlink" Target="consultantplus://offline/ref=195DC9BF88C9136C63EAF63025C32D87500CA825EDEFE062D2286F4481400096B4C654D99530EA0D61L9L"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consultantplus://offline/ref=0B2698C0AD98701861566B9EBBB37B420B1DB9CBB9B52323261B922F75A1795CEFE960E1B61E4268CE5A9DQ6L1F" TargetMode="External"/><Relationship Id="rId4" Type="http://schemas.openxmlformats.org/officeDocument/2006/relationships/footnotes" Target="footnotes.xml"/><Relationship Id="rId9" Type="http://schemas.openxmlformats.org/officeDocument/2006/relationships/hyperlink" Target="consultantplus://offline/ref=195DC9BF88C9136C63EAE83D33AF738E5804F721EFECEE3787773419D6490AC16FL3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TotalTime>
  <Pages>9</Pages>
  <Words>3831</Words>
  <Characters>21841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Kreshtel</dc:creator>
  <cp:keywords/>
  <dc:description/>
  <cp:lastModifiedBy>user</cp:lastModifiedBy>
  <cp:revision>12</cp:revision>
  <cp:lastPrinted>2013-08-15T08:21:00Z</cp:lastPrinted>
  <dcterms:created xsi:type="dcterms:W3CDTF">2013-08-15T06:41:00Z</dcterms:created>
  <dcterms:modified xsi:type="dcterms:W3CDTF">2013-08-28T07:30:00Z</dcterms:modified>
</cp:coreProperties>
</file>